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FAC2C" w14:textId="77777777" w:rsidR="00360B19" w:rsidRPr="00360B19" w:rsidRDefault="00360B19" w:rsidP="00360B1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60B1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SARS-CoV-2/human/MWI/MLW000918/2022, complete genome</w:t>
      </w:r>
    </w:p>
    <w:p w14:paraId="4A6CD53F" w14:textId="77777777" w:rsidR="00360B19" w:rsidRPr="00360B19" w:rsidRDefault="00360B19" w:rsidP="00360B1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60B19">
        <w:rPr>
          <w:rFonts w:ascii="ＭＳ Ｐゴシック" w:eastAsia="ＭＳ Ｐゴシック" w:hAnsi="ＭＳ Ｐゴシック" w:cs="ＭＳ Ｐゴシック"/>
          <w:kern w:val="0"/>
          <w:sz w:val="24"/>
        </w:rPr>
        <w:t>GenBank: ON099844.1</w:t>
      </w:r>
    </w:p>
    <w:p w14:paraId="4C3DB3BE" w14:textId="77777777" w:rsidR="00360B19" w:rsidRPr="00360B19" w:rsidRDefault="00360B19" w:rsidP="00360B1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60B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60B1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"https://www.ncbi.nlm.nih.gov/nuccore/ON099844.1?report=fasta" </w:instrText>
      </w:r>
      <w:r w:rsidRPr="00360B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60B1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60B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60B1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60B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60B1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"https://www.ncbi.nlm.nih.gov/nuccore/ON099844.1?report=graph" </w:instrText>
      </w:r>
      <w:r w:rsidRPr="00360B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60B1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60B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60B1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99844.1"/>
    <w:bookmarkEnd w:id="1"/>
    <w:p w14:paraId="76256267" w14:textId="77777777" w:rsidR="00360B19" w:rsidRPr="00360B19" w:rsidRDefault="00360B19" w:rsidP="00360B1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60B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60B1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"https://www.ncbi.nlm.nih.gov/nuccore/ON099844.1" \l "goto2213892225_0" </w:instrText>
      </w:r>
      <w:r w:rsidRPr="00360B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60B1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60B1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33CF63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>LOCUS       ON099844               29676 bp    RNA     linear   VRL 29-MAR-2022</w:t>
      </w:r>
    </w:p>
    <w:p w14:paraId="24BE6BE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83F5C0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SARS-CoV-2/human/MWI/MLW000918/2022, complete genome.</w:t>
      </w:r>
    </w:p>
    <w:p w14:paraId="71BA7F3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>ACCESSION   ON099844</w:t>
      </w:r>
    </w:p>
    <w:p w14:paraId="1AAE3DF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>VERSION     ON099844.1</w:t>
      </w:r>
    </w:p>
    <w:p w14:paraId="298AF07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236C0C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98E155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AD67BC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157902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7431D8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4D0EF0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29676)</w:t>
      </w:r>
    </w:p>
    <w:p w14:paraId="2E6ECCB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Feasey,N.</w:t>
      </w:r>
    </w:p>
    <w:p w14:paraId="6BB054E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6B62C9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(29-MAR-2022) Salmonella Group, Malawi Liverpool Wellcome</w:t>
      </w:r>
    </w:p>
    <w:p w14:paraId="75DA3EE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Clinical Research Program, Queen Elizabeth Central Hospital,</w:t>
      </w:r>
    </w:p>
    <w:p w14:paraId="50AC02C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Blantyre, Malawi</w:t>
      </w:r>
    </w:p>
    <w:p w14:paraId="71F364A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99844.1"/>
      <w:bookmarkEnd w:id="2"/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1687A9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ARTIC v. 1.2.1</w:t>
      </w:r>
    </w:p>
    <w:p w14:paraId="403491E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Oxford Nanopore Technologies</w:t>
      </w:r>
    </w:p>
    <w:p w14:paraId="3BCE45F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35E5ED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99844.1"/>
      <w:bookmarkEnd w:id="3"/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669E0C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1..29676</w:t>
      </w:r>
    </w:p>
    <w:p w14:paraId="26E04D3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5FF0F8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5043C2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E84C39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/isolate="SARS-CoV-2/human/MWI/MLW000918/2022"</w:t>
      </w:r>
    </w:p>
    <w:p w14:paraId="36514C4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/isolation_source="Nasopharyngeal/ Oropharyngeal"</w:t>
      </w:r>
    </w:p>
    <w:p w14:paraId="67E73AD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CCA4E0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1F8A2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/country="Malawi"</w:t>
      </w:r>
    </w:p>
    <w:p w14:paraId="1D02E0F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/collection_date="2022-01-04"</w:t>
      </w:r>
    </w:p>
    <w:p w14:paraId="127C45E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"https://www.ncbi.nlm.nih.gov/nuccore/ON099844.1?from=210&amp;to=21490"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210..21490</w:t>
      </w:r>
    </w:p>
    <w:p w14:paraId="4493A72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7F9DD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"https://www.ncbi.nlm.nih.gov/nuccore/ON099844.1?location=210:13403,13403:21490"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join(210..13403,13403..21490)</w:t>
      </w:r>
    </w:p>
    <w:p w14:paraId="0DD8115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1CDE7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F8E474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5056E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52321B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"https://www.ncbi.nlm.nih.gov/protein/2213892226"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UNW48701.1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D1CAC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E5D970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777B3B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63775D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8AF74B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E1D8D9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ECE808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32663C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2CDEEB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14B587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28CB3D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ADC930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B005AE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7AC9CC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40722A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0C87E5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6A483A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05AD37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77042F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8C6E94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1F0554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C049B1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7BEF64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3FC019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5D54C2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2D84A2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EA1213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684288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7138BF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3ECB90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B82190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9070E3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4EB82FD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B0F196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D4D576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B1F215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44E403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9039BA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A77761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3FA262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E9658D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8DA420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82433A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FDD719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D5BA06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F261EA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473018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B0F54F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63C54C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38D8BE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83D9B9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E8725A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1BB84A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1DCDB7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0DCA4E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BADD8C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57622C0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C3ED07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LWLDDVVYCPRHVICTSEDMLNPNYEDLLIRKSNHSFLVQAGNVQLRVIGHSMQNCVL</w:t>
      </w:r>
    </w:p>
    <w:p w14:paraId="40CF741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1A565B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13B91F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55AA59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18F600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462F18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2D7FEB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352867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FFC9B7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8E49B6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52A148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A62911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26486D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5964A3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1A8E9F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825142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KVKYLYFIKGLNNLNRGMVLGSLAATVRLQAGNATEVPANSTVLSFCAFAVDAAKAYK</w:t>
      </w:r>
    </w:p>
    <w:p w14:paraId="0183116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C408D1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370926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40AE4F5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7A27199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490CC2C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0998B30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42197EA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671D3F8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681A52D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54E7E7A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5FAFCA3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75EC745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0B37425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1F7A65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74B5490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69C02B5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0C4BD50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5437D29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7C95F5E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2007174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4B14C48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6C5332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0649636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4876107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7463C1E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3213D9F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E9CF6F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26BAA08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60ADCD4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6A94CB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27F141E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6D7B107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53295B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20A77A0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54006C5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2F49996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58FD78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6A4CCD6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1F6FF2E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24C7757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12F3453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QMEIDFLELAMDEFIERYKLEGYAFEHIVYGDFSHSQLGGLHLLIGLAKRFKESPFEL</w:t>
      </w:r>
    </w:p>
    <w:p w14:paraId="19B3B5D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1E539E9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08F719F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0AACB55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1EB46C9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0AB6D55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2323477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1B7895E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"https://www.ncbi.nlm.nih.gov/protein/UNW48701.1?from=1&amp;to=180"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210..749</w:t>
      </w:r>
    </w:p>
    <w:p w14:paraId="7C1C000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3929F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10AB48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"https://www.ncbi.nlm.nih.gov/protein/UNW48701.1?from=181&amp;to=818"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750..2663</w:t>
      </w:r>
    </w:p>
    <w:p w14:paraId="12BC7EC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595D8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367092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"https://www.ncbi.nlm.nih.gov/protein/UNW48701.1?from=819&amp;to=2763"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2664..8498</w:t>
      </w:r>
    </w:p>
    <w:p w14:paraId="32D8242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EF71A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4E75E0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"https://www.ncbi.nlm.nih.gov/protein/UNW48701.1?from=2764&amp;to=3263"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8499..9998</w:t>
      </w:r>
    </w:p>
    <w:p w14:paraId="3B0EBD8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8AE55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E8C7AD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"https://www.ncbi.nlm.nih.gov/protein/UNW48701.1?from=3264&amp;to=3569"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9999..10916</w:t>
      </w:r>
    </w:p>
    <w:p w14:paraId="7E51743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E3D08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FC3723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"https://www.ncbi.nlm.nih.gov/protein/UNW48701.1?from=3570&amp;to=3856"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10917..11777</w:t>
      </w:r>
    </w:p>
    <w:p w14:paraId="68021B3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DA3E3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6923AF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"https://www.ncbi.nlm.nih.gov/protein/UNW48701.1?from=3857&amp;to=3939"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11778..12026</w:t>
      </w:r>
    </w:p>
    <w:p w14:paraId="42EC23C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24E57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A8459E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"https://www.ncbi.nlm.nih.gov/protein/UNW48701.1?from=3940&amp;to=4137"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12027..12620</w:t>
      </w:r>
    </w:p>
    <w:p w14:paraId="0279D20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7A371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9A07F8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"https://www.ncbi.nlm.nih.gov/protein/UNW48701.1?from=4138&amp;to=4250"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12621..12959</w:t>
      </w:r>
    </w:p>
    <w:p w14:paraId="4D49D09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D3E33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2C0447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"https://www.ncbi.nlm.nih.gov/protein/UNW48701.1?from=4251&amp;to=4389"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12960..13376</w:t>
      </w:r>
    </w:p>
    <w:p w14:paraId="7510604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49663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AE34CA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"https://www.ncbi.nlm.nih.gov/protein/UNW48701.1?from=4390&amp;to=5321"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join(13377..13403,13403..16171)</w:t>
      </w:r>
    </w:p>
    <w:p w14:paraId="2CFFB7F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418C1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2A951B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"https://www.ncbi.nlm.nih.gov/protein/UNW48701.1?from=5322&amp;to=5922"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16172..17974</w:t>
      </w:r>
    </w:p>
    <w:p w14:paraId="04B1764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71391F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4D329C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"https://www.ncbi.nlm.nih.gov/protein/UNW48701.1?from=5923&amp;to=6449"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17975..19555</w:t>
      </w:r>
    </w:p>
    <w:p w14:paraId="23F5FBC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C9B8C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BC23A7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"https://www.ncbi.nlm.nih.gov/protein/UNW48701.1?from=6450&amp;to=6795"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19556..20593</w:t>
      </w:r>
    </w:p>
    <w:p w14:paraId="354A3D2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18CB0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E3268F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"https://www.ncbi.nlm.nih.gov/protein/UNW48701.1?from=6796&amp;to=7093"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20594..21487</w:t>
      </w:r>
    </w:p>
    <w:p w14:paraId="4EF0E0C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ED375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C70219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"https://www.ncbi.nlm.nih.gov/nuccore/ON099844.1?from=210&amp;to=13418"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210..13418</w:t>
      </w:r>
    </w:p>
    <w:p w14:paraId="24C6D2F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99020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F0E49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67E91D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"https://www.ncbi.nlm.nih.gov/protein/2213892227"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UNW48702.1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AD607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65A5EA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3EE8AC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14DF6A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6FBB3F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133E20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E72CB1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4E6BD3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2F61B8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68C0D5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5E8E55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2B3754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9A6041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0F70EF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106F8B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537F970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0D1197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0CAE01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203C7D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6167C1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7A44BC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4FC436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CB270A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49987C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0FA722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2F8FC2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4ED7B4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059ED48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94BAC9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729C2A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81D3C5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49F930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8D7E50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D794E6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1C2772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C60E40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C1A00B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C99803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7D85F6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2D0A67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99012D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72F2DC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7FCE2B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B919C9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C31CD4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D9C4CF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0429B5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64D539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F8D51B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B842B8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8878CC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331606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84B1CC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49C4A0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AD09D8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037F35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1D7E823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956EB6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LWLDDVVYCPRHVICTSEDMLNPNYEDLLIRKSNHSFLVQAGNVQLRVIGHSMQNCVL</w:t>
      </w:r>
    </w:p>
    <w:p w14:paraId="36926DD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A8CC89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5F9245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1F53B9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7FBB2B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E03425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E14B7C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BDA512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167866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B9B08D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5AECC2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MLDNRATLQAIASEFSSLPSYAAFATAQEAYEQAVANGDSEVVLKKLKKSLNVAKSEF</w:t>
      </w:r>
    </w:p>
    <w:p w14:paraId="3DDB399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E3DBAB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12FC17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01CB4C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851623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531728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502A43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163AF3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7845E93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"https://www.ncbi.nlm.nih.gov/protein/UNW48702.1?from=1&amp;to=180"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210..749</w:t>
      </w:r>
    </w:p>
    <w:p w14:paraId="2D11803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7144C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B677A7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"https://www.ncbi.nlm.nih.gov/protein/UNW48702.1?from=181&amp;to=818"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750..2663</w:t>
      </w:r>
    </w:p>
    <w:p w14:paraId="4BD2766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1556C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1AE4EA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"https://www.ncbi.nlm.nih.gov/protein/UNW48702.1?from=819&amp;to=2763"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2664..8498</w:t>
      </w:r>
    </w:p>
    <w:p w14:paraId="370C586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A7307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BFA498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"https://www.ncbi.nlm.nih.gov/protein/UNW48702.1?from=2764&amp;to=3263"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8499..9998</w:t>
      </w:r>
    </w:p>
    <w:p w14:paraId="4BE377D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7A3F8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CE54ED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"https://www.ncbi.nlm.nih.gov/protein/UNW48702.1?from=3264&amp;to=3569"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9999..10916</w:t>
      </w:r>
    </w:p>
    <w:p w14:paraId="240DFAD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5D3CE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EF5931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"https://www.ncbi.nlm.nih.gov/protein/UNW48702.1?from=3570&amp;to=3856"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10917..11777</w:t>
      </w:r>
    </w:p>
    <w:p w14:paraId="0E182C1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60A00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5E7604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"https://www.ncbi.nlm.nih.gov/protein/UNW48702.1?from=3857&amp;to=3939"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11778..12026</w:t>
      </w:r>
    </w:p>
    <w:p w14:paraId="3864EDF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0AE23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39559F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"https://www.ncbi.nlm.nih.gov/protein/UNW48702.1?from=3940&amp;to=4137"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12027..12620</w:t>
      </w:r>
    </w:p>
    <w:p w14:paraId="33A9D1A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DC6A2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6E1316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"https://www.ncbi.nlm.nih.gov/protein/UNW48702.1?from=4138&amp;to=4250"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12621..12959</w:t>
      </w:r>
    </w:p>
    <w:p w14:paraId="683066E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E9624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B6BD88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"https://www.ncbi.nlm.nih.gov/protein/UNW48702.1?from=4251&amp;to=4389"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12960..13376</w:t>
      </w:r>
    </w:p>
    <w:p w14:paraId="035F206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6B6D2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B46770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"https://www.ncbi.nlm.nih.gov/protein/UNW48702.1?from=4390&amp;to=4402"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13377..13415</w:t>
      </w:r>
    </w:p>
    <w:p w14:paraId="59516B6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927E9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60EA8A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"https://www.ncbi.nlm.nih.gov/nuccore/ON099844.1?from=13411&amp;to=13438"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13411..13438</w:t>
      </w:r>
    </w:p>
    <w:p w14:paraId="3B6964B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4A7E7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5E2E3A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C44C65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"https://www.ncbi.nlm.nih.gov/nuccore/ON099844.1?from=13423&amp;to=13477"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13423..13477</w:t>
      </w:r>
    </w:p>
    <w:p w14:paraId="457948A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E4003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DE9DD0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FD1509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"https://www.ncbi.nlm.nih.gov/nuccore/ON099844.1?from=21498&amp;to=25301"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21498..25301</w:t>
      </w:r>
    </w:p>
    <w:p w14:paraId="2C0CFAF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905586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"https://www.ncbi.nlm.nih.gov/nuccore/ON099844.1?from=21498&amp;to=25301"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21498..25301</w:t>
      </w:r>
    </w:p>
    <w:p w14:paraId="2D1C825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9C11C2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62924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092CD3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"https://www.ncbi.nlm.nih.gov/protein/2213892228"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UNW48703.1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D88B6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2067E97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LHSTQDLFLPFFSNVTWFHVISGTNGTKRFDNPVLPFNDGVYFASIEKSNIIRGWIFG</w:t>
      </w:r>
    </w:p>
    <w:p w14:paraId="4D757E2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TTLDSKTQSLLIVNNATNVVIKVCEFQFCNDPFLDHKNNKSWMESEFRVYSSANNCTF</w:t>
      </w:r>
    </w:p>
    <w:p w14:paraId="2F74C5C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EYVSQPFLMDLEGKQGNFKNLREFVFKNIDGYFKIYSKHTPIIVREPEDLPQGFSALE</w:t>
      </w:r>
    </w:p>
    <w:p w14:paraId="2DD34A1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PLVDLPIGINITRFQTLLALHRSYLTPGDSSSGWTAGAAAYYVGYLQPRTFLLKYNEN</w:t>
      </w:r>
    </w:p>
    <w:p w14:paraId="1DCD368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GTITDAVDCALDPLSETKCTLKSFTVEKGIYQTSNFRVQPTESIVRFPNITNLCPFDE</w:t>
      </w:r>
    </w:p>
    <w:p w14:paraId="64B2D14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VFNATRFASVYAWNRKRISNCVADYSVLYNFAPFFAFKCYGVSPTKLNDLCFTNVYAD</w:t>
      </w:r>
    </w:p>
    <w:p w14:paraId="3B12AB7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SFVIRGNEVSQIAPGQTGNIADYNYKLPDDFTGCVIAWNSNKLDSKVGGNYNYLYRLF</w:t>
      </w:r>
    </w:p>
    <w:p w14:paraId="5649C46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RKSNLKPFERDISTEIYQAGNKPCNGVAGFNCYFPLRSYGFRPTYGVGHQPYRVVVLS</w:t>
      </w:r>
    </w:p>
    <w:p w14:paraId="6701B0F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FELLHAPATVCGPKKSTNLVKNKCVNFNFNGLTGTGVLTESNKKFLPFQQFGRDIADT</w:t>
      </w:r>
    </w:p>
    <w:p w14:paraId="46EFAB8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TDAVRDPQTLEILDITPCSFGGVSVITPGTNTSNQVAVLYQGVNCTEVPVAIHADQLT</w:t>
      </w:r>
    </w:p>
    <w:p w14:paraId="73936CA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PTWRVYSTGSNVFQTRAGCLIGAEYVNNSYECDIPIGAGICASYQTQTKSHRRARSVA</w:t>
      </w:r>
    </w:p>
    <w:p w14:paraId="79BBEEA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SQSIIAYTMSLGAENSVAYSNNSIAIPTNFTISVTTEILPVSMTKTSVDCTMYICGDS</w:t>
      </w:r>
    </w:p>
    <w:p w14:paraId="39BF481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TECSNLLLQYGSFCTQLKRALTGIAVEQDKNTQEVFAQVKQIYKTPPIKYFGGFNFSQ</w:t>
      </w:r>
    </w:p>
    <w:p w14:paraId="7A3EA3C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ILPDPSKPSKRSFIEDLLFNKVTLADAGFIKQYGDCLGDIAARDLICAQKFNGLTVLP</w:t>
      </w:r>
    </w:p>
    <w:p w14:paraId="501EE7C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PLLTDEMIAQYTSALLAGTITSGWTFGAGAALQIPFAMQMAYRFNGIGVTQNVLYENQ</w:t>
      </w:r>
    </w:p>
    <w:p w14:paraId="4CAFBF4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KLIANQFNSAIGKIQDSLSSTASALGKLQDVVNHNAQALNTLVKQLSSKFGAISSVLN</w:t>
      </w:r>
    </w:p>
    <w:p w14:paraId="0D48C5E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DILSRLDKVEAEVQIDRLITGRLQSLQTYVTQQLIRAAEIRASANLAATKMSECVLGQ</w:t>
      </w:r>
    </w:p>
    <w:p w14:paraId="3BDE007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SKRVDFCGKGYHLMSFPQSAPHGVVFLHVTYVPAQEKNFTTAPAICHDGKAHFPREGV</w:t>
      </w:r>
    </w:p>
    <w:p w14:paraId="4EC4E09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FVSNGTHWFVTQRNFYEPQIITTDNTFVSGNCDVVIGIVNNTVYDPLQPELDSFKEEL</w:t>
      </w:r>
    </w:p>
    <w:p w14:paraId="71E921B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DKYFKNHTSPDVDLGDISGINASVVNIQKEIDRLNEVAKNLNESLIDLQELGKYEQYI</w:t>
      </w:r>
    </w:p>
    <w:p w14:paraId="17BFB5B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KWPWYIWLGFIAGLIAIVMVTIMLCCMTSCCSCLKGCCSCGSCCKFDEDDSEPVLKGV</w:t>
      </w:r>
    </w:p>
    <w:p w14:paraId="30ABCD2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KLHYT"</w:t>
      </w:r>
    </w:p>
    <w:p w14:paraId="49E9510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"https://www.ncbi.nlm.nih.gov/nuccore/ON099844.1?from=25310&amp;to=26137"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25310..26137</w:t>
      </w:r>
    </w:p>
    <w:p w14:paraId="16D6D59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ACD878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"https://www.ncbi.nlm.nih.gov/nuccore/ON099844.1?from=25310&amp;to=26137"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25310..26137</w:t>
      </w:r>
    </w:p>
    <w:p w14:paraId="49D444C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F5FECE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E10F70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BE15A3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"https://www.ncbi.nlm.nih.gov/protein/2213892229"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UNW48704.1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4E392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6F2A8B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63E51E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FD8452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6E20B9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48E4581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"https://www.ncbi.nlm.nih.gov/nuccore/ON099844.1?from=26162&amp;to=26389"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26162..26389</w:t>
      </w:r>
    </w:p>
    <w:p w14:paraId="7B13F37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7712F1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"https://www.ncbi.nlm.nih.gov/nuccore/ON099844.1?from=26162&amp;to=26389"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26162..26389</w:t>
      </w:r>
    </w:p>
    <w:p w14:paraId="5C2985F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005161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2C730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A44A54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"https://www.ncbi.nlm.nih.gov/protein/2213892230"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UNW48705.1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84C22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E18F83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EF7D3C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"https://www.ncbi.nlm.nih.gov/nuccore/ON099844.1?from=26440&amp;to=27108"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26440..27108</w:t>
      </w:r>
    </w:p>
    <w:p w14:paraId="7483C1F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DB62B8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"https://www.ncbi.nlm.nih.gov/nuccore/ON099844.1?from=26440&amp;to=27108"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26440..27108</w:t>
      </w:r>
    </w:p>
    <w:p w14:paraId="50B0B66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653727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5A937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FD85FC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"https://www.ncbi.nlm.nih.gov/protein/2213892231"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UNW48706.1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E002F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1EDE2F6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CCE017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61B647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3EAC79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0F867F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"https://www.ncbi.nlm.nih.gov/nuccore/ON099844.1?from=27119&amp;to=27304"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27119..27304</w:t>
      </w:r>
    </w:p>
    <w:p w14:paraId="64BA373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6E51EC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"https://www.ncbi.nlm.nih.gov/nuccore/ON099844.1?from=27119&amp;to=27304"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27119..27304</w:t>
      </w:r>
    </w:p>
    <w:p w14:paraId="2EDBBF4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F458C4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22CA2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3B1C52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"https://www.ncbi.nlm.nih.gov/protein/2213892232"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UNW48707.1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E66A7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38E977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20559A5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"https://www.ncbi.nlm.nih.gov/nuccore/ON099844.1?from=27311&amp;to=27676"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27311..27676</w:t>
      </w:r>
    </w:p>
    <w:p w14:paraId="0F0E6A2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70B014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"https://www.ncbi.nlm.nih.gov/nuccore/ON099844.1?from=27311&amp;to=27676"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27311..27676</w:t>
      </w:r>
    </w:p>
    <w:p w14:paraId="3C3CF9F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A4DD47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6DCB65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C4D058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"https://www.ncbi.nlm.nih.gov/protein/2213892233"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UNW48708.1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D9A33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55693E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573C2A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4FE748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"https://www.ncbi.nlm.nih.gov/nuccore/ON099844.1?from=27673&amp;to=27804"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27673..27804</w:t>
      </w:r>
    </w:p>
    <w:p w14:paraId="10CA2BC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6FF248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"https://www.ncbi.nlm.nih.gov/nuccore/ON099844.1?from=27673&amp;to=27804"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27673..27804</w:t>
      </w:r>
    </w:p>
    <w:p w14:paraId="752811D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D41996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A61FA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818A4A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"https://www.ncbi.nlm.nih.gov/protein/2213892234"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UNW48709.1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717F0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121DEC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"https://www.ncbi.nlm.nih.gov/nuccore/ON099844.1?from=27811&amp;to=28176"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27811..28176</w:t>
      </w:r>
    </w:p>
    <w:p w14:paraId="5B6CE9A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C4BEE8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"https://www.ncbi.nlm.nih.gov/nuccore/ON099844.1?from=27811&amp;to=28176"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27811..28176</w:t>
      </w:r>
    </w:p>
    <w:p w14:paraId="080A827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63CE05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76FE7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80BD53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"https://www.ncbi.nlm.nih.gov/protein/2213892235"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UNW48710.1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FEB61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E9C121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46E69E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AE268B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"https://www.ncbi.nlm.nih.gov/nuccore/ON099844.1?from=28191&amp;to=29441"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28191..29441</w:t>
      </w:r>
    </w:p>
    <w:p w14:paraId="2AD7F02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923C59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"https://www.ncbi.nlm.nih.gov/nuccore/ON099844.1?from=28191&amp;to=29441"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28191..29441</w:t>
      </w:r>
    </w:p>
    <w:p w14:paraId="2C5FA35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C09517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87F3F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6A61B9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"https://www.ncbi.nlm.nih.gov/protein/2213892236"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UNW48711.1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7E900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B67702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A45358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C23FF0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BFA4CE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C64688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30B92A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E06220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1C544F1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"https://www.ncbi.nlm.nih.gov/nuccore/ON099844.1?from=29466&amp;to=29582"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29466..29582</w:t>
      </w:r>
    </w:p>
    <w:p w14:paraId="696A27E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88A866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"https://www.ncbi.nlm.nih.gov/nuccore/ON099844.1?from=29466&amp;to=29582"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29466..29582</w:t>
      </w:r>
    </w:p>
    <w:p w14:paraId="6552754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2769310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8AC16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B2A101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"https://www.ncbi.nlm.nih.gov/protein/2213892237"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UNW48712.1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B8186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C8BE26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"https://www.ncbi.nlm.nih.gov/nuccore/ON099844.1?from=29517&amp;to=29552"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29517..29552</w:t>
      </w:r>
    </w:p>
    <w:p w14:paraId="5D7A81B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FCEDE3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E3089B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"https://www.ncbi.nlm.nih.gov/nuccore/ON099844.1?from=29537&amp;to=29565"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29537..29565</w:t>
      </w:r>
    </w:p>
    <w:p w14:paraId="271F731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C8E215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3A1584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"https://www.ncbi.nlm.nih.gov/nuccore/ON099844.1?from=29636&amp;to=29650" </w:instrTex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60B1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29636..29650</w:t>
      </w:r>
    </w:p>
    <w:p w14:paraId="0FC5523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FF01CD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990210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99844.1"/>
      <w:bookmarkEnd w:id="4"/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atctgttctc taaacgaact ttaaaatctg tgtggctgtc actcggctgc atgcttagtg</w:t>
      </w:r>
    </w:p>
    <w:p w14:paraId="0950D69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cactcacgca gtataattaa taactaatta ctgtcgttga caggacacga gtaactcgtc</w:t>
      </w:r>
    </w:p>
    <w:p w14:paraId="7D45947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tatcttctgc aggctgctta cggtttcgtc cgtgttgcag ccgatcatca gcacatctag</w:t>
      </w:r>
    </w:p>
    <w:p w14:paraId="715E17E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gttttgtccg ggtgtgaccg aaaggtaaga tggagagcct tgtccctggt ttcaacgaga</w:t>
      </w:r>
    </w:p>
    <w:p w14:paraId="41C82EC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aaacacacgt ccaactcagt ttgcctgttt tacaggttcg cgacgtgctc gtacgtggct</w:t>
      </w:r>
    </w:p>
    <w:p w14:paraId="37B70F6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ttggagactc cgtggaggag gtcttatcag aggcacgtca acatcttaaa gatggcactt</w:t>
      </w:r>
    </w:p>
    <w:p w14:paraId="04D712C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gtggcttagt agaagttgaa aaaggcgttt tgcctcaact tgaacagccc tatgtgttca</w:t>
      </w:r>
    </w:p>
    <w:p w14:paraId="49F90C4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tcaaacgttc ggatgctcga actgcacctc atggtcatgt tatggttgag ctggtagcag</w:t>
      </w:r>
    </w:p>
    <w:p w14:paraId="7258D66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aactcgaagg cattcagtac ggtcgtagtg gtgagacact tggtgtcctt gtccctcatg</w:t>
      </w:r>
    </w:p>
    <w:p w14:paraId="5526531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tgggcgaaat accagtggct taccgcaagg ttcttcttcg taagaacggt aataaaggag</w:t>
      </w:r>
    </w:p>
    <w:p w14:paraId="3A4E3DD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ctggtggcca taggtacggc gccgatctaa agtcatttga cttaggcgac gagcttggca</w:t>
      </w:r>
    </w:p>
    <w:p w14:paraId="66A772E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ctgatcctta tgaagatttt caagaaaact ggaacactaa acatagcagt ggtgttaccc</w:t>
      </w:r>
    </w:p>
    <w:p w14:paraId="40F066F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gtgaactcat gcgtgagctt aacggagggg catacactcg ctatgtcgat aacaacttct</w:t>
      </w:r>
    </w:p>
    <w:p w14:paraId="61AB7B3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gtggccctga tggctaccct cttgagtgca ttaaagacct tctagcacgt gctggtaaag</w:t>
      </w:r>
    </w:p>
    <w:p w14:paraId="0AA279C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cttcatgcac tttgtccgaa caactggact ttattgacac taagaggggt gtatactgct</w:t>
      </w:r>
    </w:p>
    <w:p w14:paraId="16273CE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gccgtgaaca tgagcatgaa attgcttggt acacggaacg ttctgaaaag agctatgaat</w:t>
      </w:r>
    </w:p>
    <w:p w14:paraId="7A587A2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tgcagacacc ttttgaaatt aaattggcaa agaaatttga caccttcaat ggggaatgtc</w:t>
      </w:r>
    </w:p>
    <w:p w14:paraId="2F531D4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caaattttgt atttccctta aattccataa tcaagactat tcaaccaagg gttgaaaaga</w:t>
      </w:r>
    </w:p>
    <w:p w14:paraId="229646D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aaaagcttga tggctttatg ggtagaattc gatctgtcta tccagttgcg tcaccaaatg</w:t>
      </w:r>
    </w:p>
    <w:p w14:paraId="7A27919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aatgcaacca aatgtgcctt tcaactctca tgaagtgtga tcattgtggt gaaacttcat</w:t>
      </w:r>
    </w:p>
    <w:p w14:paraId="5B0973F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ggcagacggg cgattttgtt aaagccactt gcgaattttg tggcactgag aatttgacta</w:t>
      </w:r>
    </w:p>
    <w:p w14:paraId="14B2E5C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aagaaggtgc cactacttgt ggttacttac cccaaaatgc tgttgttaaa atttattgtc</w:t>
      </w:r>
    </w:p>
    <w:p w14:paraId="2E25163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cagcatgtca caattcagaa gtaggacctg agcatagtct tgccgaatac cataatgaat</w:t>
      </w:r>
    </w:p>
    <w:p w14:paraId="5FD16A6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ctggcttgaa aaccattctt cgtaagggtg gtcgcactat tgcctttgga ggctgtgtgt</w:t>
      </w:r>
    </w:p>
    <w:p w14:paraId="7FEB12D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tctcttatgt tggttgccat aacaagtgtg cctattgggt tccacgtgct agcgctaaca</w:t>
      </w:r>
    </w:p>
    <w:p w14:paraId="783F52E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taggttgtaa ccatacaggt gttgttggag aaggttccga aggtcttaat gacaaccttc</w:t>
      </w:r>
    </w:p>
    <w:p w14:paraId="305CE8D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ttgaaatact ccaaaaagag aaagtcaaca tcaatattgt tggtgacttt aaacttaatg</w:t>
      </w:r>
    </w:p>
    <w:p w14:paraId="775DA0D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aagagatcgc cattattttg gcatcttttt ctgcttccac aagtgctttt gtggaaactg</w:t>
      </w:r>
    </w:p>
    <w:p w14:paraId="5DEFB03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tgaaaggttt ggattataaa gcattcaaac aaattgttga atcctgtggt aattttaaag</w:t>
      </w:r>
    </w:p>
    <w:p w14:paraId="4F49227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ttacaaaagg aaaagctaaa aaaggtgcct ggaatattgg tgaacagaaa tcaatactga</w:t>
      </w:r>
    </w:p>
    <w:p w14:paraId="43BB6D2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gtcctcttta tgcatttgca tcagaggctg ctcgtgttgt acgatcaatt ttctcccgca</w:t>
      </w:r>
    </w:p>
    <w:p w14:paraId="0856F65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ctcttgaaac tgctcaaaat tctgtgcgtg ttttacagaa ggccgctata acaatactag</w:t>
      </w:r>
    </w:p>
    <w:p w14:paraId="0B352F8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atggaatttc acagtattca ctgagactca ttgatgctat gatgttcaca tctgatttgg</w:t>
      </w:r>
    </w:p>
    <w:p w14:paraId="126D82F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ctactaacaa tctagttgta atggcctaca ttacaggtgg tgttgttcag ttgacttcgc</w:t>
      </w:r>
    </w:p>
    <w:p w14:paraId="0E473D8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agtggctaac taacatcttt ggcactgttt atgaaaaact caaacccgtc cttgattggc</w:t>
      </w:r>
    </w:p>
    <w:p w14:paraId="5E0FB25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ttgaagagaa gtttaaggaa ggtgtagagt ttcttagaga cggttgggaa attgttaaat</w:t>
      </w:r>
    </w:p>
    <w:p w14:paraId="1B3A899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ttatctcaac ctgtgcttgt gaaattgtcg gtggacaaat tgtcacctgt gcaaaggaaa</w:t>
      </w:r>
    </w:p>
    <w:p w14:paraId="2FBCCCE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ttaaggagag tgttcagaca ttctttaagc ttgtaaataa atttttggct ttgtgtgctg</w:t>
      </w:r>
    </w:p>
    <w:p w14:paraId="790DA77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actctatcat tattggtgga gctaaactta aagccttgaa tttaggtgaa acatttgtca</w:t>
      </w:r>
    </w:p>
    <w:p w14:paraId="1BDE492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cgcactcaaa gggattgtac agaaagtgtg ttaaatccag agaagaaact ggcctactca</w:t>
      </w:r>
    </w:p>
    <w:p w14:paraId="39A8938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tgcctctaaa agccccaaaa gaaattatct tcttagaggg agaaacactt cccacagaag</w:t>
      </w:r>
    </w:p>
    <w:p w14:paraId="132FF39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tgttaacaga ggaagttgtc ttgaaaactg gtgatttaca accattagaa caacctacta</w:t>
      </w:r>
    </w:p>
    <w:p w14:paraId="31A0AA0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gtgaagctgt tgaagctcca ttggttggta caccagtttg tattaacggg cttatgttgc</w:t>
      </w:r>
    </w:p>
    <w:p w14:paraId="7BA7443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tcgaaatcaa agacacagaa aagtactgtg cccttgcacc taatatgatg gtaacaaaca</w:t>
      </w:r>
    </w:p>
    <w:p w14:paraId="5AF0562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ataccttcac actcaaaggc ggtgcaccaa caaaggttac ttttggtgat gacactgtga</w:t>
      </w:r>
    </w:p>
    <w:p w14:paraId="5127141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tagaagtgca aggttacaag agtgtgaata tcatttttga acttgatgaa aggattgata</w:t>
      </w:r>
    </w:p>
    <w:p w14:paraId="633A164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aagtacttaa tgagaagtgc tctgcctata cagttgaact cggtacagaa gtaaatgagt</w:t>
      </w:r>
    </w:p>
    <w:p w14:paraId="4675D24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tcgcctgtgt tgtggcagat gctgtcataa aaactttgca accagtatct gaattactta</w:t>
      </w:r>
    </w:p>
    <w:p w14:paraId="310FB20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caccactggg cattgattta gatgagtgga gtatggctac atactactta tttgatgagt</w:t>
      </w:r>
    </w:p>
    <w:p w14:paraId="422D62A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ctggtgagtt taaattggct tcacatatgt attgttcttt ttaccctcca gatgaggatg</w:t>
      </w:r>
    </w:p>
    <w:p w14:paraId="622F602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aagaagaagg tgattgtgaa gaagaagagt ttgagccatc aactcaatat gagtatggta</w:t>
      </w:r>
    </w:p>
    <w:p w14:paraId="4E88F28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ctgaagatga ttaccaaggt aaacctttgg aatttggtgc cacttctgct gctcttcaac</w:t>
      </w:r>
    </w:p>
    <w:p w14:paraId="76CC81D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ctgaagaaga gcaagaagaa gattggttag atgatgatag tcaacaaact gttggtcaac</w:t>
      </w:r>
    </w:p>
    <w:p w14:paraId="1E9D6D9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aagacggcag tgaggacaat cagacaacta ctattcaaac aattgttgag gttcaacctc</w:t>
      </w:r>
    </w:p>
    <w:p w14:paraId="18832AE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aattagagat ggaacttaca ccagttgttc agactattga agtgaatagt tttagtggtt</w:t>
      </w:r>
    </w:p>
    <w:p w14:paraId="7B10C37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atttaaaact tactgacaat gtatacatta aaaatgcaga cattgtggaa gaagctaaaa</w:t>
      </w:r>
    </w:p>
    <w:p w14:paraId="4D27A23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aggtaaaacc aacagtggtt gttaatgcag ccaatgttta ccttaaacat ggaggaggtg</w:t>
      </w:r>
    </w:p>
    <w:p w14:paraId="048801A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ttgcaggagc cttaaataag gctactaaca atgccatgca agttgaatct gatgattaca</w:t>
      </w:r>
    </w:p>
    <w:p w14:paraId="70B481C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tagctactaa tggaccactt aaagtgggtg gtagttgtgt tttaagcgga cacaatcttg</w:t>
      </w:r>
    </w:p>
    <w:p w14:paraId="57E3201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ctaaacactg tcttcatgtt gtcggcccaa atgttaacaa aggtgaagac attcaacttc</w:t>
      </w:r>
    </w:p>
    <w:p w14:paraId="3F52A46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ttaagagtgc ttatgaaaat tttaatcagc acgaagttct acttgcacca ttattatcag</w:t>
      </w:r>
    </w:p>
    <w:p w14:paraId="607A47B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ctggtatttt tggtgctgac cctatacatt ctttaagagt ttgtgtagat actgttcgca</w:t>
      </w:r>
    </w:p>
    <w:p w14:paraId="4E1EA6E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caaatgtcta cttagctgtc tttgacaaaa atctctatga caaacttgtt tcaagctttt</w:t>
      </w:r>
    </w:p>
    <w:p w14:paraId="08F4C65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tggaaatgaa gagtgaaaag caagttgaac aaaagatcgc tgagattcct aaagaggaag</w:t>
      </w:r>
    </w:p>
    <w:p w14:paraId="31694E0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ttaagccatt tataactgaa agtaaacctt cagttgaaca gagaaaacaa gatgataaga</w:t>
      </w:r>
    </w:p>
    <w:p w14:paraId="2FE2F6E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aaatcaaagc ttgtgttgaa gaagttacaa caactctgga agaaactaag ttcctcacag</w:t>
      </w:r>
    </w:p>
    <w:p w14:paraId="3127A52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aaaacttgtt actttatatt gacattaatg gcaatcttca tccagattct gccactcttg</w:t>
      </w:r>
    </w:p>
    <w:p w14:paraId="58F7DF2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ttagtgacat tgacatcact ttcttaaaga aagatgctcc atatatagtg ggtgatgttg</w:t>
      </w:r>
    </w:p>
    <w:p w14:paraId="38398D8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ttcaagaggg tgttttaact gctgtggtta tacctactaa aaaggctagt ggcactactg</w:t>
      </w:r>
    </w:p>
    <w:p w14:paraId="12F829A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aaatgctagc gaaagctttg agaaaagtgc caacagacaa ttatataacc acttacccgg</w:t>
      </w:r>
    </w:p>
    <w:p w14:paraId="55628D7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gtcagggttt aaatggttac actgtagagg aggcaaagac agtgcttaaa aagtgtaaaa</w:t>
      </w:r>
    </w:p>
    <w:p w14:paraId="40D9BEA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gtgcttttta cattctacca tctattatct ctaatgagaa gcaagaaatt cttggaactg</w:t>
      </w:r>
    </w:p>
    <w:p w14:paraId="7C7333B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tttcttggaa tttgcgagaa atgcttgcac atgcagaaga aacacgcaaa ttaatgcctg</w:t>
      </w:r>
    </w:p>
    <w:p w14:paraId="6A944F7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tctgtgtgga aactaaagcc atagtttcaa ctatacagcg taaatataag ggtattaaaa</w:t>
      </w:r>
    </w:p>
    <w:p w14:paraId="56B993D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tacaagaggg tgtggttgat tatggtgcta gattttactt ttacaccagt aaaacaactg</w:t>
      </w:r>
    </w:p>
    <w:p w14:paraId="2868C85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tagcgtcact tatcaacaca cttaacgatc taaatgaaac tcttgttaca atgccacttg</w:t>
      </w:r>
    </w:p>
    <w:p w14:paraId="56DA7E6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gctatgtaac acatggctta aatttggaag aagctgctcg gtatatgaga tctctcaaag</w:t>
      </w:r>
    </w:p>
    <w:p w14:paraId="17303C9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tgccagctac agtttctgtt tcttcacctg atgctgttac agcgtataat ggttatctta</w:t>
      </w:r>
    </w:p>
    <w:p w14:paraId="30913A6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cttcttcttc taaaacacct gaagaacatt ttattgaaac catctcactt gctggttcct</w:t>
      </w:r>
    </w:p>
    <w:p w14:paraId="4E7A818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ataaagattg gtcctattct ggacaatcta cacaactagg tatagaattt cttaagagag</w:t>
      </w:r>
    </w:p>
    <w:p w14:paraId="4CC8A29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gtgataaaag tgtatattac actagtaatc ctaccacatt ccacctagat ggtgaagtta</w:t>
      </w:r>
    </w:p>
    <w:p w14:paraId="48114BD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tcacctttga caatcttaag acacttcttt ctttgagaga agtgaggact attaaggtgt</w:t>
      </w:r>
    </w:p>
    <w:p w14:paraId="5A96AB8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ttacaacagt agacaacatt aacctccaca cgcaagttgt ggacatgtca atgacatatg</w:t>
      </w:r>
    </w:p>
    <w:p w14:paraId="613E432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gacaacagtt tggtccaact tatttggatg gagctgatgt tactaaaata aaacctcata</w:t>
      </w:r>
    </w:p>
    <w:p w14:paraId="2CA2764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attcacatga aggtaaaaca ttttatgttt tacctaatga tgacactcta cgtgttgagg</w:t>
      </w:r>
    </w:p>
    <w:p w14:paraId="6FA1209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cttttgagta ctaccacaca actgatccta gttttctggg taggtacatg tcagcattaa</w:t>
      </w:r>
    </w:p>
    <w:p w14:paraId="136D338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atcacactaa aaagtggaaa tacccacaag ttaatggttt aacttctatt aaatgggcag</w:t>
      </w:r>
    </w:p>
    <w:p w14:paraId="5F5E8BB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ataacaactg ttatcttgcc actgcattgt taacactcca acaaatagag ttgaagttta</w:t>
      </w:r>
    </w:p>
    <w:p w14:paraId="49221AB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atccacctgc tctacaagat gcttattaca gagcaagggc tggtgaagct gctaactttt</w:t>
      </w:r>
    </w:p>
    <w:p w14:paraId="3C6772F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gtgcacttat cttagcctac tgtaataaga cagtaggtga gttaggtgat gttagagaaa</w:t>
      </w:r>
    </w:p>
    <w:p w14:paraId="67B12B3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caatgagtta cttgtttcaa catgccaatt tagattcttg caaaagagtc ttgaacgtgg</w:t>
      </w:r>
    </w:p>
    <w:p w14:paraId="12D3C88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tgtgtaaaac ttgtggacaa cagcagacaa cccttaaggg tgtagaagct gttatgtaca</w:t>
      </w:r>
    </w:p>
    <w:p w14:paraId="61BFC97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tgggcacact ttcttatgaa caatttaaga aaggtgttca gataccttgt acgtgtggta</w:t>
      </w:r>
    </w:p>
    <w:p w14:paraId="159FBFF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aacaagctac aaaatatcta gtacaacagg agtcaccttt tgttatgatg tcagcaccac</w:t>
      </w:r>
    </w:p>
    <w:p w14:paraId="2C93CD8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ctgctcagta tgaacttaag catggtacat ttacttgtgc tagtgagtac actggtaatt</w:t>
      </w:r>
    </w:p>
    <w:p w14:paraId="3D41993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accagtgtgg tcactataaa catataactt ctaaagaaac tttgtattgc atagacggtg</w:t>
      </w:r>
    </w:p>
    <w:p w14:paraId="18A01B5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ctttacttac aaagtcctca gaatacaaag gtcctattac ggatgttttc tacaaagaaa</w:t>
      </w:r>
    </w:p>
    <w:p w14:paraId="5145A73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acagttacac aacaaccata aaaccagtta cttataaatt ggatggtgtt gtttgtacag</w:t>
      </w:r>
    </w:p>
    <w:p w14:paraId="782C647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aaattgaccc taagttggac aattattata agaaagacaa ttcttatttc acagagcaac</w:t>
      </w:r>
    </w:p>
    <w:p w14:paraId="5A17C6C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caattgatct tgtaccaaac caaccatatc caaacgcaag cttcgataat tttaagtttg</w:t>
      </w:r>
    </w:p>
    <w:p w14:paraId="5D31C97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tatgtgataa tatcaaattt gctgatgatt taaaccagtt aactggttat aagaaacctg</w:t>
      </w:r>
    </w:p>
    <w:p w14:paraId="5A0B8A4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cttcaagaga gcttaaagtt acatttttcc ctgacttaaa tggtgatgtg gtggctattg</w:t>
      </w:r>
    </w:p>
    <w:p w14:paraId="07C5167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attataaaca ctacacaccc tcttttaaga aaggagctaa attgttacat aaacctattg</w:t>
      </w:r>
    </w:p>
    <w:p w14:paraId="2EFBCE6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tttggcatgt taacaatgca actaataaag ccacgtataa accaaatacc tggtgtatac</w:t>
      </w:r>
    </w:p>
    <w:p w14:paraId="0D2A83A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gttgtctttg gagcacaaaa ccagttgaaa catcaaattc gtttgatgta ctgaagtcag</w:t>
      </w:r>
    </w:p>
    <w:p w14:paraId="3309CB5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aggacgcgca gggaatggat aatcttgcct gcgaagatct aaaaccagtc tctgaagaag</w:t>
      </w:r>
    </w:p>
    <w:p w14:paraId="19CB172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tagtggaaaa tcctaccata cagaaagacg ttcttgagtg taatgtgaaa actaccgaag</w:t>
      </w:r>
    </w:p>
    <w:p w14:paraId="1F45379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ttgtaggaga cattatactt aaaccagcaa ataatagttt aaaaattaca gaagaggttg</w:t>
      </w:r>
    </w:p>
    <w:p w14:paraId="3D72B40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gccacacaga tctaatggct gcttatgtag acaattctag tcttactatt aagaaaccta</w:t>
      </w:r>
    </w:p>
    <w:p w14:paraId="747193B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atgaattatc tagagtatta ggtttgaaaa cccttgctac tcatggttta gctgctgtta</w:t>
      </w:r>
    </w:p>
    <w:p w14:paraId="443D84A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atagtgtccc ttgggatact atagctaatt atgctaagcc ttttcttaac aaagttgtta</w:t>
      </w:r>
    </w:p>
    <w:p w14:paraId="071740D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gtacaactac taacatagtt acacggtgtt taaaccgtgt ttgtactaat tatatgcctt</w:t>
      </w:r>
    </w:p>
    <w:p w14:paraId="221FD5E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atttctttac tttattgcta caattgtgta cttttactag aagtacaaat tctagaatta</w:t>
      </w:r>
    </w:p>
    <w:p w14:paraId="3A5D7ED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aagcatctat gccgactact atagcaaaga atactgttaa gagtgtcggt aaattttgtc</w:t>
      </w:r>
    </w:p>
    <w:p w14:paraId="2FD7F75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tagaggcttc atttaattat ttgaagtcac ctaatttttc taaactgata aatattataa</w:t>
      </w:r>
    </w:p>
    <w:p w14:paraId="0B389A6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tttggttttt actattaagt gtttgcctag gttctttaat ctactcaacc gctgctttag</w:t>
      </w:r>
    </w:p>
    <w:p w14:paraId="1588141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gtgttttaat gtctaattta ggcatgcctt cttactgtac tggttacaga gaaggctatt</w:t>
      </w:r>
    </w:p>
    <w:p w14:paraId="2076C84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tgaactctac taatgtcact attgcaacct actgtactgg ttctatacct tgtagtgttt</w:t>
      </w:r>
    </w:p>
    <w:p w14:paraId="07EE78E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gtcttagtgg tttagattct ttagacacct atccttcttt agaaactata caaattacca</w:t>
      </w:r>
    </w:p>
    <w:p w14:paraId="62A019D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tttcatcttt taaatgggat ttaactgctt ttggcttagt tgcagagtgg tttttggcat</w:t>
      </w:r>
    </w:p>
    <w:p w14:paraId="330C3F9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atattctttt cactaggttt ttctatgtac ttggattggc tgcaatcatg caattgtttt</w:t>
      </w:r>
    </w:p>
    <w:p w14:paraId="77F0990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tcagctattt tgcagtacat tttattagta attcttggct tatgtggtta ataattaatc</w:t>
      </w:r>
    </w:p>
    <w:p w14:paraId="642BE0E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ttgtacaaat ggccccgatt tcagctatgg ttagaatgta catcttcttt gcatcatttt</w:t>
      </w:r>
    </w:p>
    <w:p w14:paraId="0260213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attatgtatg gaaaagttat gtgcatgttg tagacggttg taattcatca acttgtatga</w:t>
      </w:r>
    </w:p>
    <w:p w14:paraId="3CE6006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tgtgttacaa acgtaataga gcaacaagag tcgaatgtac aactattgtt aatggtgtta</w:t>
      </w:r>
    </w:p>
    <w:p w14:paraId="5EAA8B0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gaaggtcctt ttatgtctat gctaatggag gtaaaggctt ttgcaaacta cacaattgga</w:t>
      </w:r>
    </w:p>
    <w:p w14:paraId="4FA5201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attgtgttaa ttgtgataca ttctgtgctg gtagtacatt tattagtgat gaagttgcga</w:t>
      </w:r>
    </w:p>
    <w:p w14:paraId="0CCD6FF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gagacttgtc actacagttt aaaagaccaa taaatcctac tgaccagtct tcttacatcg</w:t>
      </w:r>
    </w:p>
    <w:p w14:paraId="404E485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ttgatagtgt tacagtgaag aatggttcca tccatcttta ctttgataaa gctggtcaaa</w:t>
      </w:r>
    </w:p>
    <w:p w14:paraId="163A7FD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agacttatga aagacattct ctctctcatt ttgttaactt agacaacctg agagctaata</w:t>
      </w:r>
    </w:p>
    <w:p w14:paraId="5D45FD3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acactaaagg ttcattgcct attaatgtta tagtttttga tggtaaatca aaatgtgaag</w:t>
      </w:r>
    </w:p>
    <w:p w14:paraId="6111139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aatcatctgc aaaatcagcg tctgtttact acagtcagct tatgtgtcaa cctatactgt</w:t>
      </w:r>
    </w:p>
    <w:p w14:paraId="67290FB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tactagatca ggcattagtg tctgatgttg gtgatagtgc ggaagttgca gttaaaatgt</w:t>
      </w:r>
    </w:p>
    <w:p w14:paraId="2D4D08D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ttgatgctta cgttaatacg ttttcatcaa cttttaacgt accaatggaa aaactcaaaa</w:t>
      </w:r>
    </w:p>
    <w:p w14:paraId="7F58273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cactagttgc aactgcagaa gctgaacttg caaagaatgt gtccttagac aatgtcttat</w:t>
      </w:r>
    </w:p>
    <w:p w14:paraId="73E6763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ctacttttat ttcagcagct cggcaagggt ttgttgattc agatgtagaa actaaagatg</w:t>
      </w:r>
    </w:p>
    <w:p w14:paraId="6B53517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ttgttgaatg tcttaaattg tcacatcaat ctgacataga agttactggc gatagttgta</w:t>
      </w:r>
    </w:p>
    <w:p w14:paraId="7669F2F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ataactatat gctcacctat aacaaagttg aaaacatgac accccgtgac cttggtgctt</w:t>
      </w:r>
    </w:p>
    <w:p w14:paraId="599ABD6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gtattgactg tagtgcgcgt catattaatg cgcaggtagc aaaaagtcac aacattgctt</w:t>
      </w:r>
    </w:p>
    <w:p w14:paraId="20600F6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tgatatggaa cgttaaagat ttcatgtcat tgtctgaaca actacgaaaa caaatacgta</w:t>
      </w:r>
    </w:p>
    <w:p w14:paraId="203AA74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gtgctgctaa aaagaataac ttacctttta agttgacatg tgcaactact agacaagttg</w:t>
      </w:r>
    </w:p>
    <w:p w14:paraId="052EFFC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ttaatgttgt aacaacaaag atagcactta agggtggtaa aattgttaat aattggttga</w:t>
      </w:r>
    </w:p>
    <w:p w14:paraId="7716E0E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agcagttaat taaagttaca cttgtgttcc tttttgttgc tgctattttc tatttaataa</w:t>
      </w:r>
    </w:p>
    <w:p w14:paraId="43BF3B4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cacctgttca tgtcatgtct aaacatactg acttttcaag tgaaatcata ggatacaagg</w:t>
      </w:r>
    </w:p>
    <w:p w14:paraId="1A51537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ctattgatgg tggtgtcact cgtgacatag catctacaga tacttgtttt gctaacaaac</w:t>
      </w:r>
    </w:p>
    <w:p w14:paraId="3CFC5CD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atgctgattt tgacacatgg tttagccagc gtggtggtag ttatactaat gacaaagctt</w:t>
      </w:r>
    </w:p>
    <w:p w14:paraId="3883798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gcccattgat tgctgcagtc ataacaagag aagtgggttt tgtcgtgcct ggtttgcctg</w:t>
      </w:r>
    </w:p>
    <w:p w14:paraId="26DB0C5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gcacgatatt acgcacaact aatggtgact ttttgcattt cttacctaga gtttttagtg</w:t>
      </w:r>
    </w:p>
    <w:p w14:paraId="3C7416B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cagttggtaa catctgttac acaccatcaa aacttataga gtacactgac tttgcaacat</w:t>
      </w:r>
    </w:p>
    <w:p w14:paraId="4C98CA3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cagcttgtgt tttggctgct gaatgtacaa tttttaaaga tgcttctggt aagccagtac</w:t>
      </w:r>
    </w:p>
    <w:p w14:paraId="1C92885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catattgtta tgataccaat gtactagaag gttctgttgc ttatgaaagt ttacgccctg</w:t>
      </w:r>
    </w:p>
    <w:p w14:paraId="3C85E5D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acacacgtta tgtgctcatg gatggctcta ttattcaatt tcctaacacc taccttgaag</w:t>
      </w:r>
    </w:p>
    <w:p w14:paraId="77D07B8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gttctgttag agtggtaaca acttttgatt ctgagtactg taggcacggc acttgtgaaa</w:t>
      </w:r>
    </w:p>
    <w:p w14:paraId="1420740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gatcagaagc tggtgtttgt gtatctacta gtggtagatg ggtacttaac aatgattatt</w:t>
      </w:r>
    </w:p>
    <w:p w14:paraId="3C1076E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acagatcttt accaggagtt ttctgtggtg tagatgctgt aaatttattt actaatatgt</w:t>
      </w:r>
    </w:p>
    <w:p w14:paraId="5EAD680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ttacaccact aattcaacct attggtgctt tggacatatc agcatctata gtagctggtg</w:t>
      </w:r>
    </w:p>
    <w:p w14:paraId="3D7BFF8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gtattgtggc tatcgtagta acatgccttg cctactattt tatgaggttt agaagagctt</w:t>
      </w:r>
    </w:p>
    <w:p w14:paraId="5905A51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ttggtgaata cagtcatgta gttgccttta atactttact attccttatg tcattcattg</w:t>
      </w:r>
    </w:p>
    <w:p w14:paraId="489C650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tactctgttt aacaccagtt tactcattct tacctggtgt ttattctgtt atttacttgt</w:t>
      </w:r>
    </w:p>
    <w:p w14:paraId="32DBFA4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acttgacatt ttatcttact aatgatgttt cttttttagc acatattcag tggatggtta</w:t>
      </w:r>
    </w:p>
    <w:p w14:paraId="3C1C8B7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tgttcacacc tttagtacct ttctggataa caattgctta tatcatttgt atttccacaa</w:t>
      </w:r>
    </w:p>
    <w:p w14:paraId="2E1F5E1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agcatttcta ttggttcttt agtaattacc taaagagacg tgtagtcttt aatggtgttt</w:t>
      </w:r>
    </w:p>
    <w:p w14:paraId="0469C75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cctttagtac ttttgaagaa gctgcgctgt gcaccttttt gttaaataaa gaaatgtatc</w:t>
      </w:r>
    </w:p>
    <w:p w14:paraId="691026E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taaagttgcg tagtgatgtg ctattacctc ttacgcaata taatagatac ttagctcttt</w:t>
      </w:r>
    </w:p>
    <w:p w14:paraId="2BB203E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ataataagta caagtatttt agtggagcaa tggatacaac tagctacaga gaagctgctt</w:t>
      </w:r>
    </w:p>
    <w:p w14:paraId="674D6CE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gttgtcatct cgcaaaggct ctcaatgact tcagtaactc aggttctgat gttctttacc</w:t>
      </w:r>
    </w:p>
    <w:p w14:paraId="20585AB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aaccaccaca aatctctatc acctcagctg ttttgcagag tggttttaga aaaatggcat</w:t>
      </w:r>
    </w:p>
    <w:p w14:paraId="789C4B0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tcccatctgg taaagttgag ggttgtatgg tacaagtaac ttgtggtaca actacactta</w:t>
      </w:r>
    </w:p>
    <w:p w14:paraId="1EF67E9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acggtctttg gcttgatgac gtagtttact gtccaagaca tgtgatctgc acctctgaag</w:t>
      </w:r>
    </w:p>
    <w:p w14:paraId="7163523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atatgcttaa ccctaattat gaagatttac tcattcgtaa gtctaatcat agtttcttgg</w:t>
      </w:r>
    </w:p>
    <w:p w14:paraId="0A56601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tacaggctgg taatgttcaa ctcagggtta ttggacattc tatgcaaaat tgtgtactta</w:t>
      </w:r>
    </w:p>
    <w:p w14:paraId="2EB08D0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agcttaaggt tgatacagcc aatcctaaga cacctaagta taagtttgtt cgcattcaac</w:t>
      </w:r>
    </w:p>
    <w:p w14:paraId="461FDE8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caggacagac tttttcagtg ttagcttgtt acaatggttc accatctggt gtttaccaat</w:t>
      </w:r>
    </w:p>
    <w:p w14:paraId="4FA89A5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gtgctatgag acacaatttc actattaagg gttcattcct taatggttca tgtggtagtg</w:t>
      </w:r>
    </w:p>
    <w:p w14:paraId="1236B9E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ttggttttaa catagattat gactgtgtct ctttttgtta catgcaccat atggaattac</w:t>
      </w:r>
    </w:p>
    <w:p w14:paraId="58869DC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caactggagt tcatgctggc acagacttag aaggtaactt ttatggacct tttgttgaca</w:t>
      </w:r>
    </w:p>
    <w:p w14:paraId="3F5F7A0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ggcaaacagc acaagcagct ggtacggaca caactattac agttaatgtt ttagcttggt</w:t>
      </w:r>
    </w:p>
    <w:p w14:paraId="4CD8B11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tgtacgctgc tgttataaat ggagacaggt ggtttctcaa tcgatttacc acaactctta</w:t>
      </w:r>
    </w:p>
    <w:p w14:paraId="300D82D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atgactttaa ccttgtggct atgaagtaca attatgaacc tctaacacaa gaccatgttg</w:t>
      </w:r>
    </w:p>
    <w:p w14:paraId="1161254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acatactagg acctctttct gctcaaactg gaattgccgt tttagatatg tgtgcttcat</w:t>
      </w:r>
    </w:p>
    <w:p w14:paraId="56E0175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taaaagaatt actgcaaaat ggtatgaatg gacgtaccat attgggtagt gctttattag</w:t>
      </w:r>
    </w:p>
    <w:p w14:paraId="6DEB684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aagatgaatt tacacctttt gatgttgtta gacaatgctc aggtgttact ttccaaagtg</w:t>
      </w:r>
    </w:p>
    <w:p w14:paraId="7B0D1EB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cagtgaaaag aacaatcaag ggtacacacc actggttgtt actcacaatt ttgacttcac</w:t>
      </w:r>
    </w:p>
    <w:p w14:paraId="415F92D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ttttagtttt agtccagagt actcaatggt ctttgttctt ttttttgtat gaaaatgcct</w:t>
      </w:r>
    </w:p>
    <w:p w14:paraId="0A92206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ttttaccttt tgctatgggt attattgcta tgtctgcttt tgcaatgatg tttgtcaaac</w:t>
      </w:r>
    </w:p>
    <w:p w14:paraId="22F1A30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ataagcatgc atttctctgt ttgtttttgt taccttctct tgccactgta gcttatttta</w:t>
      </w:r>
    </w:p>
    <w:p w14:paraId="2B08F3D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atatggtcta tatgcctgct agttgggtga tgcgtattat gacatggttg gatatggttg</w:t>
      </w:r>
    </w:p>
    <w:p w14:paraId="117ED82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atactagttt gaagctaaaa gactgtgtta tgtatgcatc agctgtagtg ttactaatcc</w:t>
      </w:r>
    </w:p>
    <w:p w14:paraId="4A36CBE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ttatgacagc aagaactgtg tatgatgatg gtgctaggag agtgtggaca cttatgaatg</w:t>
      </w:r>
    </w:p>
    <w:p w14:paraId="333902D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tcttgacact cgtttataaa gtttattatg gtaatgcttt agatcaagcc atttccatgt</w:t>
      </w:r>
    </w:p>
    <w:p w14:paraId="2D2E7BC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gggctcttat aatctctgtt acttctaact actcaggtgt agttacaact gtcatgtttt</w:t>
      </w:r>
    </w:p>
    <w:p w14:paraId="6B4F1EF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tggccagagg tattgttttt atgtgtgttg agtattgccc tattttcttc ataactggta</w:t>
      </w:r>
    </w:p>
    <w:p w14:paraId="5563C0D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atacacttca gtgtataatg ctagtttatt gtttcttagg ctatttttgt acttgttact</w:t>
      </w:r>
    </w:p>
    <w:p w14:paraId="6EEB0E7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ttggcctctt ttgtttactc aaccgctact ttagactgac tcttggtgtt tatgattact</w:t>
      </w:r>
    </w:p>
    <w:p w14:paraId="4A95E05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tagtttctac acaggagttt agatatatga attcacaggg actactccca cccaagaata</w:t>
      </w:r>
    </w:p>
    <w:p w14:paraId="72CB403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gcatagatgc cttcaaactc aacattaaat tgttgggtgt tggtggcaaa ccttgtatca</w:t>
      </w:r>
    </w:p>
    <w:p w14:paraId="7A6A7D8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aagtagccac tgtacagtct aaaatgtcag atgtaaagtg cacatcagta gtcttactct</w:t>
      </w:r>
    </w:p>
    <w:p w14:paraId="625F7DD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cagttttgca acaactcaga gtagaatcat catctaaatt gtgggctcaa tgtgtccagt</w:t>
      </w:r>
    </w:p>
    <w:p w14:paraId="046B5F1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tacacaatga cattctctta gctaaagata ctactgaagc ctttgaaaaa atggtttcac</w:t>
      </w:r>
    </w:p>
    <w:p w14:paraId="262B17B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tactttctgt tttgctttcc atgcagggtg ctgtagacat aaacaagctt tgtgaagaaa</w:t>
      </w:r>
    </w:p>
    <w:p w14:paraId="5E38DF8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tgctggacaa cagggcaacc ttacaagcta tagcctcaga gtttagttcc cttccatcat</w:t>
      </w:r>
    </w:p>
    <w:p w14:paraId="46E526E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atgcagcttt tgctactgct caagaagctt atgagcaggc tgttgctaat ggtgattctg</w:t>
      </w:r>
    </w:p>
    <w:p w14:paraId="6012170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aagttgttct taaaaagttg aagaagtctt tgaatgtggc taaatctgaa tttgaccgtg</w:t>
      </w:r>
    </w:p>
    <w:p w14:paraId="310945D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atgcagccat gcaacgtaag ttggaaaaga tggctgatca agctatgacc caaatgtata</w:t>
      </w:r>
    </w:p>
    <w:p w14:paraId="4BC9706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aacaggctag atctgaggac aagagggcaa aagttactag tgctatgcag acaatgcttt</w:t>
      </w:r>
    </w:p>
    <w:p w14:paraId="09EAA9D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tcactatgct tagaaagttg gataatgatg cactcaacaa cattatcaac aatgcaagag</w:t>
      </w:r>
    </w:p>
    <w:p w14:paraId="0A8359D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atggttgtgt tcccttgaac ataatacctc ttacaacagc agccaaacta atggttgtca</w:t>
      </w:r>
    </w:p>
    <w:p w14:paraId="6C19EBF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taccagacta taacacatat aaaaatacgt gtgatggtac aacatttact tatgcatcag</w:t>
      </w:r>
    </w:p>
    <w:p w14:paraId="397F17C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cattgtggga aatccaacag gttgtagatg cagatagtaa aattgttcaa cttagtgaaa</w:t>
      </w:r>
    </w:p>
    <w:p w14:paraId="5BC1446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ttagtatgga caattcacct aatttagcat ggcctcttat tgtaacagct ttaagggcca</w:t>
      </w:r>
    </w:p>
    <w:p w14:paraId="2069117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attctgctgt caaattacag aataatgagc ttagtcctgt tgcactacga cagatgtctt</w:t>
      </w:r>
    </w:p>
    <w:p w14:paraId="79CF95A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gtgctgccgg tactacacaa actgcttgca ctgatgacaa tgcgttagct tactacaaca</w:t>
      </w:r>
    </w:p>
    <w:p w14:paraId="2BAC69C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caacaaaggg aggtaggttt gtacttgcac tgttatccga tttacaggat ttgaaatggg</w:t>
      </w:r>
    </w:p>
    <w:p w14:paraId="1062CFF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ctagattccc taagagtgat ggaactggta ctatttatac agaactggaa ccaccttgta</w:t>
      </w:r>
    </w:p>
    <w:p w14:paraId="39CFD91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ggtttgttac agacacacct aaaggtccta aagtgaagta tttatacttt attaaaggat</w:t>
      </w:r>
    </w:p>
    <w:p w14:paraId="75C83C5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taaacaacct aaatagaggt atggtacttg gtagtttagc tgccacagta cgtctacaag</w:t>
      </w:r>
    </w:p>
    <w:p w14:paraId="1DBEDE0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ctggtaatgc aacagaagtg cctgccaatt caactgtatt atctttctgt gcttttgctg</w:t>
      </w:r>
    </w:p>
    <w:p w14:paraId="3E58438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tagatgctgc taaagcttac aaagattatc tagctagtgg gggacaacca atcactaatt</w:t>
      </w:r>
    </w:p>
    <w:p w14:paraId="5B245AF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gtgttaagat gttgtgtaca cacactggta ctggtcaggc aataacagtt acaccggaag</w:t>
      </w:r>
    </w:p>
    <w:p w14:paraId="1CC3121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ccaatatgga tcaagaatcc tttggtggtg catcgtgttg tctgtactgc cgttgccaca</w:t>
      </w:r>
    </w:p>
    <w:p w14:paraId="029A046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tagatcatcc aaatcctaaa ggattttgtg acttaaaagg taagtatgta caaataccta</w:t>
      </w:r>
    </w:p>
    <w:p w14:paraId="69A89E0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caacttgtgc taatgaccct gtgggtttta cacttaaaaa cacagtctgt accgtctgcg</w:t>
      </w:r>
    </w:p>
    <w:p w14:paraId="04C3DAA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gtatgtggaa aggttatggc tgtagttgtg atcaactccg cgaacccatg cttcagtcag</w:t>
      </w:r>
    </w:p>
    <w:p w14:paraId="68A8DEA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ctgatgcaca atcgttttta aacgggtttg cggtgtaagt gcagcccgtc ttacaccgtg</w:t>
      </w:r>
    </w:p>
    <w:p w14:paraId="3173D67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cggcacaggc actagtactg atgtcgtata cagggctttt gacatctaca atgataaagt</w:t>
      </w:r>
    </w:p>
    <w:p w14:paraId="43F8370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agctggtttt gctaaattcc taaaaactaa ttgttgtcgc ttccaagaaa aggacgaaga</w:t>
      </w:r>
    </w:p>
    <w:p w14:paraId="2462E0A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tgacaattta attgattctt actttgtagt taagagacac actttctcta actaccaaca</w:t>
      </w:r>
    </w:p>
    <w:p w14:paraId="0052395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tgaagaaaca atttataatt tacttaagga ttgtccagct gttgctaaac atgacttctt</w:t>
      </w:r>
    </w:p>
    <w:p w14:paraId="6D6EBF6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taagtttaga atagacggtg acatggtacc acatatatca cgtcaacgtc ttactaaata</w:t>
      </w:r>
    </w:p>
    <w:p w14:paraId="4CB1DBD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cacaatggca gacctcgtct atgctttaag gcattttgat gaaggtaatt gtgacacatt</w:t>
      </w:r>
    </w:p>
    <w:p w14:paraId="5E4B8DE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aaaagaaata cttgtcacat acaattgttg tgatgatgat tatttcaata aaaaggactg</w:t>
      </w:r>
    </w:p>
    <w:p w14:paraId="1390167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gtatgatttt gtagaaaacc cagatatatt acgcgtatac gccaacttag gtgaacgtgt</w:t>
      </w:r>
    </w:p>
    <w:p w14:paraId="19B984A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acgccaagct ttgttaaaaa cagtacaatt ctgtgatgcc atgcgaaatg ctggtattgt</w:t>
      </w:r>
    </w:p>
    <w:p w14:paraId="7D22DCD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tggtgtactg acattagata atcaagatct caatggtaac tggtatgatt tcggtgattt</w:t>
      </w:r>
    </w:p>
    <w:p w14:paraId="3D7E628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catacaaacc acgccaggta gtggagttcc tgttgtagat tcttattatt cattgttaat</w:t>
      </w:r>
    </w:p>
    <w:p w14:paraId="34974AE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gcctatatta accttgacca gggctttaac tgcagagtca catgttgaca ctgacttaac</w:t>
      </w:r>
    </w:p>
    <w:p w14:paraId="2B20988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aaagccttac attaagtggg atttgttaaa atatgacttc acggaagaga ggttaaaact</w:t>
      </w:r>
    </w:p>
    <w:p w14:paraId="1C87E6A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ctttgaccgt tattttaaat attgggatca gacataccac ccaaattgtg ttaactgttt</w:t>
      </w:r>
    </w:p>
    <w:p w14:paraId="24A97C2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ggatgacaga tgcattctgc attgtgcaaa ctttaatgtt ttattctcta cagtgttccc</w:t>
      </w:r>
    </w:p>
    <w:p w14:paraId="150D917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acttacaagt tttggaccac tagtgagaaa aatatttgtt gatggtgttc catttgtagt</w:t>
      </w:r>
    </w:p>
    <w:p w14:paraId="4491F77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ttcaactgga taccacttca gagagctagg tgttgtacat aatcaggatg taaacttaca</w:t>
      </w:r>
    </w:p>
    <w:p w14:paraId="2ECE7DE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tagctctaga cttagtttta aggaattact tgtgtatgct gctgaccctg ctatgcacgc</w:t>
      </w:r>
    </w:p>
    <w:p w14:paraId="42C09DD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tgcttctggt aatctattac tagataaacg cactacgtgc ttttcagtag ctgcacttac</w:t>
      </w:r>
    </w:p>
    <w:p w14:paraId="727457A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taacaatgtt gcttttcaaa ctgtcaaacc cggtaatttt aacaaagact tctatgactt</w:t>
      </w:r>
    </w:p>
    <w:p w14:paraId="7452DED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tgctgtgtct aagggtttct ttaaggaagg aagttctgtt gaattaaaac acttcttctt</w:t>
      </w:r>
    </w:p>
    <w:p w14:paraId="2A3B6A5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tgctcaggat ggtaatgctg ctatcagcga ttatgactac tatcgttata atctaccaac</w:t>
      </w:r>
    </w:p>
    <w:p w14:paraId="446A96A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aatgtgtgat atcagacaac tactatttgt agttgaagtt gttgataagt actttgattg</w:t>
      </w:r>
    </w:p>
    <w:p w14:paraId="4821FD0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ttacgatggt ggctgtatta atgctaacca agtcatcgtc aacaacctag acaaatcagc</w:t>
      </w:r>
    </w:p>
    <w:p w14:paraId="5AF4BB2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tggttttcca tttaataaat ggggtaaggc tagactttat tatgattcaa tgagttatga</w:t>
      </w:r>
    </w:p>
    <w:p w14:paraId="79BC973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ggatcaagat gcacttttcg catatacaaa acgtaatgtc atccctacta taactcaaat</w:t>
      </w:r>
    </w:p>
    <w:p w14:paraId="53010C5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gaatcttaag tatgccatta gtgcaaagaa tagagctcgc accgtagctg gtgtctctat</w:t>
      </w:r>
    </w:p>
    <w:p w14:paraId="6A4341D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ctgtagtact atgaccaata gacagtttca tcaaaaatta ttgaaatcaa tagccgccac</w:t>
      </w:r>
    </w:p>
    <w:p w14:paraId="3141C5F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tagaggagct actgtagtaa ttggaacaag caaattctat ggtggttggc acaacatgtt</w:t>
      </w:r>
    </w:p>
    <w:p w14:paraId="4353C3E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aaaaactgtt tatagtgatg tagaaaaccc tcaccttatg ggttgggatt atcctaaatg</w:t>
      </w:r>
    </w:p>
    <w:p w14:paraId="7F8E8F5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tgatagagcc atgcctaaca tgcttagaat tatggcctca cttgttcttg ctcgcaaaca</w:t>
      </w:r>
    </w:p>
    <w:p w14:paraId="1B1CE49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tacaacgtgt tgtagcttgt cacaccgttt ctatagatta gctaatgagt gtgctcaagt</w:t>
      </w:r>
    </w:p>
    <w:p w14:paraId="3E79C6A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attgagtgaa atggtcatgt gtggcggttc actatatgtt aaaccaggtg gaacctcatc</w:t>
      </w:r>
    </w:p>
    <w:p w14:paraId="60C5BF3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aggagatgcc acaactgctt atgctaatag tgtttttaac atttgtcaag ctgtcacggc</w:t>
      </w:r>
    </w:p>
    <w:p w14:paraId="1D44973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caatgttaat gcacttttat ctactgatgg taacaaaatt gccgataagt atgtccgcaa</w:t>
      </w:r>
    </w:p>
    <w:p w14:paraId="6B68E4D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tttacaacac agactttatg agtgtctcta tagaaataga gatgttgaca cagactttgt</w:t>
      </w:r>
    </w:p>
    <w:p w14:paraId="322065E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gaatgagttt tacgcatatt tgcgtaaaca tttctcaatg atgatacttt ctgacgatgc</w:t>
      </w:r>
    </w:p>
    <w:p w14:paraId="1FF2E9C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tgttgtgtgt ttcaatagca cttatgcatc tcaaggtcta gtggctagca taaagaactt</w:t>
      </w:r>
    </w:p>
    <w:p w14:paraId="44FF1F0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taagtcagtt ctttattatc aaaacaatgt ttttatgtct gaagcaaaat gttggactga</w:t>
      </w:r>
    </w:p>
    <w:p w14:paraId="0A554D8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gactgacctt actaaaggac ctcatgaatt ttgctctcaa catacaatgc tagttaaaca</w:t>
      </w:r>
    </w:p>
    <w:p w14:paraId="058CA1B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gggtgatgat tatgtgtacc ttccttaccc agatccatca agaatcctag gggccggctg</w:t>
      </w:r>
    </w:p>
    <w:p w14:paraId="7F24C99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ttttgtagat gatatcgtaa aaacagatgg tacacttatg attgaacggt tcgtgtcttt</w:t>
      </w:r>
    </w:p>
    <w:p w14:paraId="4157679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agctatagat gcttacccac ttactaaaca tcctaatcag gagtatgctg atgtctttca</w:t>
      </w:r>
    </w:p>
    <w:p w14:paraId="512E313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tttgtactta caatacataa gaaagctaca tgatgagtta acaggacaca tgttagacat</w:t>
      </w:r>
    </w:p>
    <w:p w14:paraId="74232CF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gtattctgtt atgcttacta atgataacac ttcaaggtat tgggaacctg agttttatga</w:t>
      </w:r>
    </w:p>
    <w:p w14:paraId="0481416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ggctatgtac acaccgcata cagtcttaca ggctgttggg gcttgtgttc tttgcaattc</w:t>
      </w:r>
    </w:p>
    <w:p w14:paraId="6DB7948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acagacttca ttaagatgtg gtgcttgcat acgtagacca ttcttatgtt gtaaatgctg</w:t>
      </w:r>
    </w:p>
    <w:p w14:paraId="36CA56D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ttacgaccat gtcatatcaa catcacataa attagtcttg tctgttaatc cgtatgtttg</w:t>
      </w:r>
    </w:p>
    <w:p w14:paraId="0B722E6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caatgctcca ggttgtgatg tcacagatgt gactcaactt tacttaggag gtatgagcta</w:t>
      </w:r>
    </w:p>
    <w:p w14:paraId="366A028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ttattgtaaa tcacataaac cacccattag ttttccattg tgtgctaatg gacaagtttt</w:t>
      </w:r>
    </w:p>
    <w:p w14:paraId="1BEFACD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tggtttatat aaaaatacat gtgttggtag cgataatgtt actgacttta atgcaattgc</w:t>
      </w:r>
    </w:p>
    <w:p w14:paraId="54C7807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aacatgtgac tggacaaatg ctggtgatta cattttagct aacacctgta ctgaaagact</w:t>
      </w:r>
    </w:p>
    <w:p w14:paraId="04990BF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caagcttttt gcagcagaaa cgctcaaagc tactgaggag acatttaaac tgtcttatgg</w:t>
      </w:r>
    </w:p>
    <w:p w14:paraId="7E6C99F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tattgctact gtacgtgaag tgctgtctga cagagaatta catctttcat gggaagttgg</w:t>
      </w:r>
    </w:p>
    <w:p w14:paraId="275B31A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taaacctaga ccaccactta accgaaatta tgtctttact ggttatcgtg taactaaaaa</w:t>
      </w:r>
    </w:p>
    <w:p w14:paraId="708DCCC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cagtaaagta caaataggag agtacacctt tgaaaaaggt gactatggtg atgctgttgt</w:t>
      </w:r>
    </w:p>
    <w:p w14:paraId="0AF5F61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ttaccgaggt acaacaactt acaaattaaa tgttggtgat tattttgtgc tgacatcaca</w:t>
      </w:r>
    </w:p>
    <w:p w14:paraId="18EDA2C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tacagtaatg ccattaagtg cacctacact agtgccacaa gagcactatg ttagaattac</w:t>
      </w:r>
    </w:p>
    <w:p w14:paraId="6F89588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tggcttatac ccaacactca atatctcaga tgagttttct agcaatgttg caaattatca</w:t>
      </w:r>
    </w:p>
    <w:p w14:paraId="0316C09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aaaggttggt atgcaaaagt attctacact ccagggacca cctggtactg gtaagagtca</w:t>
      </w:r>
    </w:p>
    <w:p w14:paraId="1AE615B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ttttgctatt ggcctagctc tctactaccc ttctgctcgc atagtgtata cagcttgctc</w:t>
      </w:r>
    </w:p>
    <w:p w14:paraId="07DC4A0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tcatgccgct gttgatgcac tatgtgagaa ggcattaaaa tatttgccta tagataaatg</w:t>
      </w:r>
    </w:p>
    <w:p w14:paraId="290FD32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tagtagaatt atacctgcac gtgctcgtgt agagtgtttt gataaattca aagtgaattc</w:t>
      </w:r>
    </w:p>
    <w:p w14:paraId="5F23F08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aacattagaa cagtatgtct tttgtactgt aaatgcattg cctgagacga cagcagatat</w:t>
      </w:r>
    </w:p>
    <w:p w14:paraId="00D067A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agttgtcttt gatgaaattt caatggccac aaattatgat ttgagtgttg tcaatgccag</w:t>
      </w:r>
    </w:p>
    <w:p w14:paraId="56264DD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attatgtgct aagcactatg tgtacattgg cgaccctgct caattacctg caccacgcac</w:t>
      </w:r>
    </w:p>
    <w:p w14:paraId="1685CDF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attgctaact aagggcacac tagaaccaga atatttcaat tcagtgtgta gacttatgaa</w:t>
      </w:r>
    </w:p>
    <w:p w14:paraId="263C126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aactataggt ccagacatgt tcctcggaac ttgtcggcgt tgtcctgctg aaattgttga</w:t>
      </w:r>
    </w:p>
    <w:p w14:paraId="699B4C7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cactgtgagt gctttggttt atgataataa gcttaaagca cataaagaca aatcagctca</w:t>
      </w:r>
    </w:p>
    <w:p w14:paraId="05D24B6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atgctttaaa atgttttata agggtgttat cacgcatgat gtttcatctg caattaacag</w:t>
      </w:r>
    </w:p>
    <w:p w14:paraId="6FA368C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gccacaaata ggcgtggtaa gagaattcct tacacgtaac cctgcttgga gaaaagctgt</w:t>
      </w:r>
    </w:p>
    <w:p w14:paraId="6AF7D3F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ctttatttca ccttataatt cacagaatgc tgtagcctca aagattttgg gactaccaac</w:t>
      </w:r>
    </w:p>
    <w:p w14:paraId="408B88C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tcaaactgtt gattcatcac agggctcaga atatgactat gtcatattca ctcaaaccac</w:t>
      </w:r>
    </w:p>
    <w:p w14:paraId="440A9F8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tgaaacagct cactcttgta atgtaaacag atttaatgtt gctattacca gagcaaaagt</w:t>
      </w:r>
    </w:p>
    <w:p w14:paraId="6697774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aggcatactt tgcataatgt ctgatagaga cctttatgac aagttgcaat ttacaagtct</w:t>
      </w:r>
    </w:p>
    <w:p w14:paraId="5BC6D7B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tgaaattcca cgtaggaatg tggcaacttt acaagctgaa aatgtaacag gactctttaa</w:t>
      </w:r>
    </w:p>
    <w:p w14:paraId="764DB4C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agattgtagt aaggtaatca ctgggttaca tcctacacag gcacctacac acctcagtgt</w:t>
      </w:r>
    </w:p>
    <w:p w14:paraId="1E1C624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tgacactaaa ttcaaaactg aaggtttatg tgttgacgta cctggcatac ctaaggacat</w:t>
      </w:r>
    </w:p>
    <w:p w14:paraId="41F3E62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gacctataga agactcatct ctatgatggg ttttaaaatg aattatcaag ttaatggtta</w:t>
      </w:r>
    </w:p>
    <w:p w14:paraId="44D08F1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ccctaacatg tttatcaccc gcgaagaagc tataagacat gtacgtgcat ggattggctt</w:t>
      </w:r>
    </w:p>
    <w:p w14:paraId="100EAFB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cgatgtcgag gggtgtcatg ctactagaga agctgttggt accaatttac ctttacagct</w:t>
      </w:r>
    </w:p>
    <w:p w14:paraId="1E78B09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aggtttttct acaggtgtta acctagttgc tgtacctaca ggttatgttg atacacctaa</w:t>
      </w:r>
    </w:p>
    <w:p w14:paraId="171B5CE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taatacagat ttttccagag ttagtgctaa accaccgcct ggagatcaat ttaaacacct</w:t>
      </w:r>
    </w:p>
    <w:p w14:paraId="0FC8182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cataccactt atgtacaaag gacttccttg gaatgtagtg cgtataaaga ttgtacaaat</w:t>
      </w:r>
    </w:p>
    <w:p w14:paraId="0A52A0C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gttaagtgac acacttaaaa atctctctga cagagtcgta tttgtcttat gggcacatgg</w:t>
      </w:r>
    </w:p>
    <w:p w14:paraId="1EEDBBC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ctttgagttg acatctatga agtattttgt gaaaatagga cctgagcgca cctgttgtct</w:t>
      </w:r>
    </w:p>
    <w:p w14:paraId="21493C2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atgtgataga cgtgccacat gcttttccac tgcttcagac acttatgcct gttggcatca</w:t>
      </w:r>
    </w:p>
    <w:p w14:paraId="11945D0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ttctattgga tttgattacg tctataatcc gtttatgatt gatgttcaac aatggggttt</w:t>
      </w:r>
    </w:p>
    <w:p w14:paraId="03C0F73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tacaggtaac ctacaaagca accatgatct gtattgtcaa gtccatggta atgcacatgt</w:t>
      </w:r>
    </w:p>
    <w:p w14:paraId="1CD8922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agctagttgt gatgcaatca tgactaggtg tctagctgtc cacgagtgct ttgttaagcg</w:t>
      </w:r>
    </w:p>
    <w:p w14:paraId="3B6BE39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tgttgactgg actattgaat atcctataat tggtgatgaa ctgaagatta atgcggcttg</w:t>
      </w:r>
    </w:p>
    <w:p w14:paraId="3506261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tagaaaggtt caacacatgg ttgttaaagc tgcattatta gcagacaaat tcccagttct</w:t>
      </w:r>
    </w:p>
    <w:p w14:paraId="47F10AB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tcacgacatt ggtaacccta aagctattaa gtgtgtacct caagctgatg tagaatggaa</w:t>
      </w:r>
    </w:p>
    <w:p w14:paraId="0534E2B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gttctatgat gcacagcctt gtagtgacaa agcttataaa atagaagaat tattctattc</w:t>
      </w:r>
    </w:p>
    <w:p w14:paraId="58E9CD2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ttatgccaca cattctgaca aattcacaga tggtgtatgc ctattttgga attgcaatgt</w:t>
      </w:r>
    </w:p>
    <w:p w14:paraId="1C70797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cgatagatat cctgctaatt ccattgtttg tagatttgac actagagtgc tatctaacct</w:t>
      </w:r>
    </w:p>
    <w:p w14:paraId="21F055F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taacttgcct ggttgtgatg gtggcagttt gtatgtaaat aaacatgcat tccacacacc</w:t>
      </w:r>
    </w:p>
    <w:p w14:paraId="1C1FDEF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agcttttgat aaaagtgctt ttgttaattt aaaacaatta ccatttttct attactctga</w:t>
      </w:r>
    </w:p>
    <w:p w14:paraId="0DB9A6F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cagtccatgt gagtctcatg gaaaacaagt agtgtcagat atagattatg taccactaaa</w:t>
      </w:r>
    </w:p>
    <w:p w14:paraId="26460CA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gtctgctacg tgtataacac gttgcaattt aggtggtgct gtctgtagac atcatgctaa</w:t>
      </w:r>
    </w:p>
    <w:p w14:paraId="6860E0E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tgagtacaga ttgtatctcg atgcttataa catgatgatc tcagctggct ttagcttgtg</w:t>
      </w:r>
    </w:p>
    <w:p w14:paraId="67A0BD2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ggtttacaaa caatttgata cttataacct ctggaacact tttacaagac ttcagagttt</w:t>
      </w:r>
    </w:p>
    <w:p w14:paraId="1C858D1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agaaaatgtg gcttttaatg ttgtaaataa gggacacttt gatggacaac agggtgaagt</w:t>
      </w:r>
    </w:p>
    <w:p w14:paraId="4A81570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accagtttct atcattaata acactgttta cacaaaagtt gatggtgttg atgtagaatt</w:t>
      </w:r>
    </w:p>
    <w:p w14:paraId="5EF3CA6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gtttgaaaat aaaacaacat tacctgttaa tgtagcattt gagctttggg ctaagcgcaa</w:t>
      </w:r>
    </w:p>
    <w:p w14:paraId="49A8DA1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cattaaacca gtaccagagg tgaaaatact caataatttg ggtgtggaca ttgctgctaa</w:t>
      </w:r>
    </w:p>
    <w:p w14:paraId="6DC363D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tactgtgatc tgggactaca aaagagatgc tccagcacat atatctacta ttggtgtttg</w:t>
      </w:r>
    </w:p>
    <w:p w14:paraId="7BD9435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ttctatgact gacatagcca agaaaccaat tgaaacgatt tgtgcaccac tcactgtctt</w:t>
      </w:r>
    </w:p>
    <w:p w14:paraId="58F9F2C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ttttgatggt agagttgatg gtcaagtaga cttatttaga aatgcccgta atggtgttct</w:t>
      </w:r>
    </w:p>
    <w:p w14:paraId="07E33B0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tattacagag ggtagtgtta aaggtttaca accatctgta ggtcccaaac aagctagtct</w:t>
      </w:r>
    </w:p>
    <w:p w14:paraId="335C054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taatggagtc acattaattg gagaagccgt aaaaacacag ttcaattatt ataagaaagt</w:t>
      </w:r>
    </w:p>
    <w:p w14:paraId="6C438C8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tgatggtgtt gtccaacaat tacctgaaac ttactttact cagagtagaa atttacaaga</w:t>
      </w:r>
    </w:p>
    <w:p w14:paraId="7672C3B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atttaaaccc aggagtcaaa tggaaattga tttcttagaa ttagctatgg atgaattcat</w:t>
      </w:r>
    </w:p>
    <w:p w14:paraId="2BCA8DC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tgaacggtat aaattagaag gctatgcctt cgaacatatc gtttatggag attttagtca</w:t>
      </w:r>
    </w:p>
    <w:p w14:paraId="14AD1C5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tagtcagtta ggtggtttac atctactgat tggactagct aaacgtttta aggaatcacc</w:t>
      </w:r>
    </w:p>
    <w:p w14:paraId="5024759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ttttgaatta gaagatttta ttcctatgga cagtacagtt aaaaactatt tcataacaga</w:t>
      </w:r>
    </w:p>
    <w:p w14:paraId="21C1039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tgcgcaaaca ggttcatcta agtgtgtgtg ttctgttatt gatttattac ttgatgattt</w:t>
      </w:r>
    </w:p>
    <w:p w14:paraId="04B3A5D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tgttgaaata ataaaatccc aagatttatc tgtagtttct aaggttgtca aagtgactat</w:t>
      </w:r>
    </w:p>
    <w:p w14:paraId="7AEE688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tgactataca gaaatttcat ttatgctttg gtgtaaagat ggccatgtag aaacatttta</w:t>
      </w:r>
    </w:p>
    <w:p w14:paraId="272DA03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cccaaaatta caatctagtc aagcgtggca accgggtgtt gctatgccta atctttacaa</w:t>
      </w:r>
    </w:p>
    <w:p w14:paraId="1C686AC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aatgcaaaga atgctattag aaaagtgtga ccttcaaaat tatggtgata gtgcaacatt</w:t>
      </w:r>
    </w:p>
    <w:p w14:paraId="6CD4ED0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acctaaaggc ataatgatga atgtcgcaaa atatactcaa ctgtgtcaat atttaaacac</w:t>
      </w:r>
    </w:p>
    <w:p w14:paraId="3F95B06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attaacatta gctgtaccct ataatatgag agttatacat tttggtgctg gttctgataa</w:t>
      </w:r>
    </w:p>
    <w:p w14:paraId="6C9D6CA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aggagttgca ccaggtacag ctgttttaag acagtggttg cctacgggta cgctgcttgt</w:t>
      </w:r>
    </w:p>
    <w:p w14:paraId="6E5E51E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cgattcagat cttaatgact ttgtctctga tgcagattca actttgattg gtgattgtgc</w:t>
      </w:r>
    </w:p>
    <w:p w14:paraId="3379FCB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aactgtacat acagctaata aatgggatct cattattagt gatatgtacg accctaagac</w:t>
      </w:r>
    </w:p>
    <w:p w14:paraId="69DFD50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taaaaatgtt acaaaagaaa atgactctaa agagggtttt ttcacttaca tttgtgggtt</w:t>
      </w:r>
    </w:p>
    <w:p w14:paraId="4AFD9A9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tatacaacaa aagctagctc ttggaggttc cgtggctata aagataacag aacattcttg</w:t>
      </w:r>
    </w:p>
    <w:p w14:paraId="7E2022D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gaatgctgat ctttataagc tcatgggaca cttcgcatgg tggacagcct ttgttactaa</w:t>
      </w:r>
    </w:p>
    <w:p w14:paraId="31E479D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tgtgaatgcg tcatcatctg aagcattttt aattggatgt aattatcttg gcaaaccacg</w:t>
      </w:r>
    </w:p>
    <w:p w14:paraId="2523767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cgaacaaata gatggttatg tcatgcatgc aaattacata ttttggagga atacaaatcc</w:t>
      </w:r>
    </w:p>
    <w:p w14:paraId="5C83832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aattcagttg tcttcctatt ctttatttga catgagtaaa tttcccctta aattaagggg</w:t>
      </w:r>
    </w:p>
    <w:p w14:paraId="3C4B283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tactgctgtt atgtctttaa aagaaggtca aatcaatgat atgattttat ctcttcttag</w:t>
      </w:r>
    </w:p>
    <w:p w14:paraId="2A519C0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taaaggtaga cttataatta gagaaaacaa cagagttgtt atttctagtg atgttcttgt</w:t>
      </w:r>
    </w:p>
    <w:p w14:paraId="17DC2D5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taacaactaa acgaacaatg tttgtttttc ttgttttatt gccactagtc tctagtcagt</w:t>
      </w:r>
    </w:p>
    <w:p w14:paraId="74C3FFD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gtgttaatct tataaccaga actcaatcat acactaattc tttcacacgt ggtgtttatt</w:t>
      </w:r>
    </w:p>
    <w:p w14:paraId="1E3A3BB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accctgacaa agttttcaga tcctcagttt tacattcaac tcaggacttg ttcttacctt</w:t>
      </w:r>
    </w:p>
    <w:p w14:paraId="3B118AE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tcttttccaa tgttacttgg ttccatgtta tctctgggac caatggtact aagaggtttg</w:t>
      </w:r>
    </w:p>
    <w:p w14:paraId="2B0AE5A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ataaccctgt cctaccattt aatgatggtg tttattttgc ttccattgag aagtctaaca</w:t>
      </w:r>
    </w:p>
    <w:p w14:paraId="5C19562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taataagagg ctggattttt ggtactactt tagattcgaa gacccagtcc ctacttattg</w:t>
      </w:r>
    </w:p>
    <w:p w14:paraId="530A836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ttaataacgc tactaatgtt gttattaaag tctgtgaatt tcaattttgt aatgatccat</w:t>
      </w:r>
    </w:p>
    <w:p w14:paraId="556129C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ttttggacca caaaaacaac aaaagttgga tggaaagtga gttcagagtt tattctagtg</w:t>
      </w:r>
    </w:p>
    <w:p w14:paraId="0B8D1CE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cgaataattg cacttttgaa tatgtctctc agccttttct tatggacctt gaaggaaaac</w:t>
      </w:r>
    </w:p>
    <w:p w14:paraId="3F9985D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agggtaattt caaaaatctt agggaatttg tgtttaagaa tattgatggt tattttaaaa</w:t>
      </w:r>
    </w:p>
    <w:p w14:paraId="7FB008A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tatattctaa gcacacgcct attatagtgc gtgagccaga agatctccct cagggttttt</w:t>
      </w:r>
    </w:p>
    <w:p w14:paraId="1F48EB6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cggctttaga accattggta gatttgccaa taggtattaa catcactagg tttcaaactt</w:t>
      </w:r>
    </w:p>
    <w:p w14:paraId="4B7C78B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tacttgcttt acatagaagt tatttgactc ctggtgattc ttcttcaggt tggacagctg</w:t>
      </w:r>
    </w:p>
    <w:p w14:paraId="012F95D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gtgctgcagc ttattatgtg ggttatcttc aacctaggac ttttctatta aaatataatg</w:t>
      </w:r>
    </w:p>
    <w:p w14:paraId="19951E8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aaaatggaac cattacagat gctgtagact gtgcacttga ccctctctca gaaacaaagt</w:t>
      </w:r>
    </w:p>
    <w:p w14:paraId="08C0A8F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gtacgttgaa atccttcact gtagaaaaag gaatctatca aacttctaac tttagagtcc</w:t>
      </w:r>
    </w:p>
    <w:p w14:paraId="621FBAA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aaccaacaga atctattgtt agatttccta atattacaaa cttgtgccct tttgatgaag</w:t>
      </w:r>
    </w:p>
    <w:p w14:paraId="764783F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tttttaacgc caccagattt gcatctgttt atgcttggaa caggaagaga atcagcaact</w:t>
      </w:r>
    </w:p>
    <w:p w14:paraId="309EC29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gtgttgctga ttattctgtc ctatataatt tcgcaccatt tttcgctttt aagtgttatg</w:t>
      </w:r>
    </w:p>
    <w:p w14:paraId="559B301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gagtgtctcc tactaaatta aatgatctct gctttactaa tgtctatgca gattcatttg</w:t>
      </w:r>
    </w:p>
    <w:p w14:paraId="3D9075B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taattagagg taatgaagtc agccaaatcg ctccagggca aactggaaat attgctgatt</w:t>
      </w:r>
    </w:p>
    <w:p w14:paraId="69FFB58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ataattataa attaccagat gattttacag gctgcgttat agcttggaat tctaacaagc</w:t>
      </w:r>
    </w:p>
    <w:p w14:paraId="11E3FF0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ttgattctaa ggttggtggt aattataatt acctgtatag attgtttagg aagtctaatc</w:t>
      </w:r>
    </w:p>
    <w:p w14:paraId="72BB29C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tcaaaccttt tgagagagat atttcaactg aaatctatca ggccggtaac aaaccttgta</w:t>
      </w:r>
    </w:p>
    <w:p w14:paraId="113E6B4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atggtgttgc aggttttaat tgttactttc ctttacgatc atatggtttc cgacccactt</w:t>
      </w:r>
    </w:p>
    <w:p w14:paraId="22A6F87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atggtgttgg tcaccaacca tacagagtag tagtactttc ttttgaactt ctacatgcac</w:t>
      </w:r>
    </w:p>
    <w:p w14:paraId="7A97778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cagcaactgt ttgtggacct aaaaagtcta ctaatttggt taaaaacaaa tgtgtcaatt</w:t>
      </w:r>
    </w:p>
    <w:p w14:paraId="1FD13EA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tcaacttcaa tggtttaaca ggcacaggtg ttcttactga gtctaacaaa aagtttctgc</w:t>
      </w:r>
    </w:p>
    <w:p w14:paraId="395D409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ctttccaaca atttggcaga gacattgctg acactactga tgctgtccgt gatccacaga</w:t>
      </w:r>
    </w:p>
    <w:p w14:paraId="4983DC5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cacttgagat tcttgacatt acaccatgtt cttttggtgg tgtcagtgtt ataacaccag</w:t>
      </w:r>
    </w:p>
    <w:p w14:paraId="62A8B64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gaacaaatac ttctaaccag gttgctgttc tttatcaggg tgttaactgc acagaagtcc</w:t>
      </w:r>
    </w:p>
    <w:p w14:paraId="7D65458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ctgttgctat tcatgcagat caacttactc ctacttggcg tgtttattct acaggttcta</w:t>
      </w:r>
    </w:p>
    <w:p w14:paraId="31299C1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atgtttttca aacacgtgca ggctgtttaa taggggctga atatgtcaac aactcatatg</w:t>
      </w:r>
    </w:p>
    <w:p w14:paraId="245714C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agtgtgacat acccattggt gcaggtatat gcgctagtta tcagactcag actaagtctc</w:t>
      </w:r>
    </w:p>
    <w:p w14:paraId="3BC4BCA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atcggcgggc acgtagtgta gctagtcaat ccatcattgc ctacactatg tcacttggtg</w:t>
      </w:r>
    </w:p>
    <w:p w14:paraId="058652E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cagaaaattc agttgcttac tctaataact ctattgccat acccacaaat tttactatta</w:t>
      </w:r>
    </w:p>
    <w:p w14:paraId="0D2606B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gtgttaccac agaaattcta ccagtgtcta tgaccaagac atcagtagat tgtacaatgt</w:t>
      </w:r>
    </w:p>
    <w:p w14:paraId="06DB40F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acatttgtgg tgattcaact gaatgcagca atcttttgtt gcaatatggc agtttttgta</w:t>
      </w:r>
    </w:p>
    <w:p w14:paraId="245811F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cacaattaaa acgtgcttta actggaatag ctgttgaaca agacaaaaac acccaagaag</w:t>
      </w:r>
    </w:p>
    <w:p w14:paraId="61B5AFC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tttttgcaca agtcaaacaa atttacaaaa caccaccaat taaatatttt ggtggtttta</w:t>
      </w:r>
    </w:p>
    <w:p w14:paraId="1224717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atttttcaca aatattacca gatccatcaa aaccaagcaa gaggtcattt attgaagatc</w:t>
      </w:r>
    </w:p>
    <w:p w14:paraId="1B21500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tacttttcaa caaagtgaca cttgcagatg ctggcttcat caaacaatat ggtgattgcc</w:t>
      </w:r>
    </w:p>
    <w:p w14:paraId="6807CAB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ttggtgatat tgctgctaga gacctcattt gtgcacaaaa gtttaacggc cttactgttt</w:t>
      </w:r>
    </w:p>
    <w:p w14:paraId="0DF80AA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tgccaccttt gctcacagat gaaatgattg ctcaatacac ttctgcactg ttagcgggta</w:t>
      </w:r>
    </w:p>
    <w:p w14:paraId="7FBE338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caatcacttc tggttggacc tttggtgcag gtgctgcatt acaaatacca tttgctatgc</w:t>
      </w:r>
    </w:p>
    <w:p w14:paraId="3ECCF54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aaatggctta taggtttaat ggtattggag ttacacagaa tgttctctat gagaaccaaa</w:t>
      </w:r>
    </w:p>
    <w:p w14:paraId="57EB6AA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aattgattgc caaccaattt aatagtgcta ttggcaaaat tcaagactca ctttcttcca</w:t>
      </w:r>
    </w:p>
    <w:p w14:paraId="7D67872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cagcaagtgc acttggaaaa cttcaagatg tggtcaacca taatgcacaa gctttaaaca</w:t>
      </w:r>
    </w:p>
    <w:p w14:paraId="07B887A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cgcttgttaa acaacttagc tccaaatttg gtgcaatttc aagtgtttta aatgatatcc</w:t>
      </w:r>
    </w:p>
    <w:p w14:paraId="4D39238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tttcacgtct tgacaaagtt gaggctgaag tgcaaattga taggttgatc acaggcagac</w:t>
      </w:r>
    </w:p>
    <w:p w14:paraId="2415CB2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ttcaaagttt gcagacatat gtgactcaac aattaattag agctgcagaa atcagagctt</w:t>
      </w:r>
    </w:p>
    <w:p w14:paraId="731FD62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ctgctaatct tgctgctact aaaatgtcag agtgtgtact tggacaatca aaaagagttg</w:t>
      </w:r>
    </w:p>
    <w:p w14:paraId="2767BCC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atttttgtgg aaagggctat catcttatgt ccttccctca gtcagcacct catggtgtag</w:t>
      </w:r>
    </w:p>
    <w:p w14:paraId="51C329D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tcttcttgca tgtgacttat gtccctgcac aagaaaagaa cttcacaact gctcctgcca</w:t>
      </w:r>
    </w:p>
    <w:p w14:paraId="4728F26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tttgtcatga tggaaaagca cactttcctc gtgaaggtgt ctttgtttca aatggcacac</w:t>
      </w:r>
    </w:p>
    <w:p w14:paraId="08E71B7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actggtttgt aacacaaagg aatttttatg aaccacaaat cattactaca gacaacacat</w:t>
      </w:r>
    </w:p>
    <w:p w14:paraId="2515DF8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ttgtgtctgg taactgtgat gttgtaatag gaattgtcaa caacacagtt tatgatcctt</w:t>
      </w:r>
    </w:p>
    <w:p w14:paraId="532E01F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tgcaacctga attagattca ttcaaggagg agttagataa atattttaag aatcatacat</w:t>
      </w:r>
    </w:p>
    <w:p w14:paraId="270DF6C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caccagatgt tgatttaggt gacatctctg gcattaatgc ttcagttgta aacattcaaa</w:t>
      </w:r>
    </w:p>
    <w:p w14:paraId="5DC059C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aagaaattga ccgcctcaat gaggttgcca agaatttaaa tgaatctctc atcgatctcc</w:t>
      </w:r>
    </w:p>
    <w:p w14:paraId="373FFC7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aagaacttgg aaagtatgag cagtatataa aatggccatg gtacatttgg ctaggtttta</w:t>
      </w:r>
    </w:p>
    <w:p w14:paraId="2CC4E8F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tagctggctt gattgccata gtaatggtga caattatgct ttgctgtatg accagttgct</w:t>
      </w:r>
    </w:p>
    <w:p w14:paraId="192980F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gtagttgtct caagggctgt tgttcttgtg gatcctgctg caaatttgat gaagacgact</w:t>
      </w:r>
    </w:p>
    <w:p w14:paraId="6844DFD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ctgagccagt gctcaaagga gtcaaattac attacacata aacgaactta tggatttgtt</w:t>
      </w:r>
    </w:p>
    <w:p w14:paraId="354C14B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tatgagaatc ttcacaattg gaactgtaac tttgaagcaa ggtgaaatca aggatgctac</w:t>
      </w:r>
    </w:p>
    <w:p w14:paraId="42C3B9F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tccttcagat tttgttcgcg ctactgcaac gataccgata caagcctcac tccctttcgg</w:t>
      </w:r>
    </w:p>
    <w:p w14:paraId="69C26B3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atggcttatt gttggcgttg cacttcttgc tgtttttcag agcgcttcca aaatcataac</w:t>
      </w:r>
    </w:p>
    <w:p w14:paraId="6297C3B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tctcaaaaag agatggcaac tagcactctc caagggtgtt cactttgttt gcaacttgct</w:t>
      </w:r>
    </w:p>
    <w:p w14:paraId="733C402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gttgttgttt gtaacagttt actcacacct tttgctcgtt gctgctggcc ttgaagcccc</w:t>
      </w:r>
    </w:p>
    <w:p w14:paraId="6976485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ttttctctat ctttatgctt tagtctactt cttgcagagt ataaactttg taagaataat</w:t>
      </w:r>
    </w:p>
    <w:p w14:paraId="79C1737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aatgaggctt tggctttgct ggaaatgccg ttccaaaaac ccattacttt atgatgccaa</w:t>
      </w:r>
    </w:p>
    <w:p w14:paraId="0D786C5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ctattttctt tgctggcata ctaattgtta cgactattgt ataccttaca atagtgtaac</w:t>
      </w:r>
    </w:p>
    <w:p w14:paraId="5FE1D94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ttcttcaatt gtcattactt caggtgatgg cacaacaagt cctatttctg aacatgacta</w:t>
      </w:r>
    </w:p>
    <w:p w14:paraId="7658E95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ccagattggt ggttatactg aaaaatggga atctggagta aaagactgtg ttgtattaca</w:t>
      </w:r>
    </w:p>
    <w:p w14:paraId="4BFD383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cagttacttc acttcagact attaccagct gtactcaact caattgagta cagacattgg</w:t>
      </w:r>
    </w:p>
    <w:p w14:paraId="4C62DFC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tgttgaacat gttaccttct tcatctacaa taaaattgtt gatgagcctg aagaacatgt</w:t>
      </w:r>
    </w:p>
    <w:p w14:paraId="082F1BC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ccaaattcac acaatcgacg gttcatccgg agttgttaat ccagtaatgg aaccaattta</w:t>
      </w:r>
    </w:p>
    <w:p w14:paraId="12485B6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tgatgaaccg acgacgacta ctagcgtgcc tttgtaagca caagctgatg agtacgaact</w:t>
      </w:r>
    </w:p>
    <w:p w14:paraId="7CE789A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tatgtactca ttcgtttcgg aagagatagg tacgttaata gttaatagcg tacttctttt</w:t>
      </w:r>
    </w:p>
    <w:p w14:paraId="5997F86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tcttgctttc gtggtattct tgctagttac actagccatc cttactgcgc ttcgattgtg</w:t>
      </w:r>
    </w:p>
    <w:p w14:paraId="362228B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tgcgtactgc tgcaatattg ttaacgtgag tcttgtaaaa ccttcttttt acgtttactc</w:t>
      </w:r>
    </w:p>
    <w:p w14:paraId="5780DA6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tcgtgttaaa aatctgaatt cttctagagt tcctgatctt ctggtctaaa cgaactaaat</w:t>
      </w:r>
    </w:p>
    <w:p w14:paraId="0546BCA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attatattag tttttctgtt tggaacttta attttagcca tggcagattc caacggtact</w:t>
      </w:r>
    </w:p>
    <w:p w14:paraId="05BFADA8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attaccgttg aagagcttaa aaagctcctt gaagaatgga acctagtaat aggtttccta</w:t>
      </w:r>
    </w:p>
    <w:p w14:paraId="2575C3D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ttccttacat ggatttgtct tctacaattt gcctatgcca acaggaatag gtttttgtat</w:t>
      </w:r>
    </w:p>
    <w:p w14:paraId="31E7300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ataattaagt taattttcct ctggctgtta tggccagtaa ctttaacttg ttttgtgctt</w:t>
      </w:r>
    </w:p>
    <w:p w14:paraId="0D2B42D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gctgctgttt acagaataaa ttggatcacc ggtggaattg ctatcgcaat ggcttgtctt</w:t>
      </w:r>
    </w:p>
    <w:p w14:paraId="4FB0A71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gtaggcttga tgtggctcag ctacttcatt gcttctttca gactgtttgc gcgtacgcgt</w:t>
      </w:r>
    </w:p>
    <w:p w14:paraId="470828C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tccatgtggt catttaatcc agaaactaac attcttctca acgtgccact ccatggcact</w:t>
      </w:r>
    </w:p>
    <w:p w14:paraId="1F103B73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attctgacca gaccgcttct agaaagtgaa ctcgtaatcg gagctgtgat ccttcgtgga</w:t>
      </w:r>
    </w:p>
    <w:p w14:paraId="4CC55B4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catcttcgta ttgctggaca ccatctagga cgctgtgaca tcaaggacct gcctaaagaa</w:t>
      </w:r>
    </w:p>
    <w:p w14:paraId="4A4ABA7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atcactgttg ctacatcacg aacgctttct tattacaaat tgggagcttc gcagcgtgta</w:t>
      </w:r>
    </w:p>
    <w:p w14:paraId="2FDFFF4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gcaggtgact caggttttgc tgcatacagt cgctacagga ttggcaacta taaattaaac</w:t>
      </w:r>
    </w:p>
    <w:p w14:paraId="3F5152C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acagaccatt ccagtagcag tgacaatatt gctttgcttg tacagtaagt gacaacagat</w:t>
      </w:r>
    </w:p>
    <w:p w14:paraId="2DE0C20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gtttcatctc gttgactttc aggttactat agcagagata ttactaatta ttatgcggac</w:t>
      </w:r>
    </w:p>
    <w:p w14:paraId="227F7EED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ttttaaagtt tccatttgga atcttgatta catcataaac ctcataatta aaaatttatc</w:t>
      </w:r>
    </w:p>
    <w:p w14:paraId="1035066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taagtcacta actgagaata aatattctca attagatgaa gagcaaccaa tggagattct</w:t>
      </w:r>
    </w:p>
    <w:p w14:paraId="5D43F2D0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ctaaacgaac atgaaaatta ttcttttctt ggcactgata acactcgcta cttgtgagct</w:t>
      </w:r>
    </w:p>
    <w:p w14:paraId="12C6FB6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ttatcactac caagagtgtg ttagaggtac aacagtactt ttaaaagaac cttgctcttc</w:t>
      </w:r>
    </w:p>
    <w:p w14:paraId="76A6FF6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tggaacatac gagggcaatt caccatttca tcctctagct gataacaaat ttgcactgac</w:t>
      </w:r>
    </w:p>
    <w:p w14:paraId="7FA0BE3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ttgctttagc actcaatttg cttttgcttg tcctgacggc gtaaaacacg tctatcagtt</w:t>
      </w:r>
    </w:p>
    <w:p w14:paraId="54AF812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acgtgccaga tcagtttcac ctaaactgtt catcagacaa gaggaagttc aagaacttta</w:t>
      </w:r>
    </w:p>
    <w:p w14:paraId="6BF9ADC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ctctccaatt tttcttattg ttgcggcaat agtgtttata acactttgct tcacactcaa</w:t>
      </w:r>
    </w:p>
    <w:p w14:paraId="648C562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aagaaagaca gaatgattga actttcatta attgacttct atttgtgctt tttagccttt</w:t>
      </w:r>
    </w:p>
    <w:p w14:paraId="76D1EC1C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ctgttattcc ttgttttaat tatgcttatt atcttttggt tctcacttga actgcaagat</w:t>
      </w:r>
    </w:p>
    <w:p w14:paraId="6E5BD51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cataatgaaa cttgtcacgc ctaaacgaac atgaaatttc ttgttttctt aggaatcatc</w:t>
      </w:r>
    </w:p>
    <w:p w14:paraId="540BF64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acaactgtag ctgcatttca ccaagaatgt agtttacagt catgtactca acatcaacca</w:t>
      </w:r>
    </w:p>
    <w:p w14:paraId="69F3F0E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tatgtagttg atgacccgtg tcctattcac ttctattcta aatggtatat tagagtagga</w:t>
      </w:r>
    </w:p>
    <w:p w14:paraId="4E6E02C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gctagaaaat cagcaccttt aattgaattg tgcgtggatg aggctggttc taaatcaccc</w:t>
      </w:r>
    </w:p>
    <w:p w14:paraId="6D6E120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attcagtaca tcgatatcgg taattataca gtttcctgtt taccttttac aattaattgc</w:t>
      </w:r>
    </w:p>
    <w:p w14:paraId="32B60F5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caggaaccta aattgggtag tcttgtagtg cgttgttcgt tctatgaaga ctttttagag</w:t>
      </w:r>
    </w:p>
    <w:p w14:paraId="0D77B8C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tatcatgacg ttcgtgttgt tttagatttc atctaaacga acaaacttaa atgtctgata</w:t>
      </w:r>
    </w:p>
    <w:p w14:paraId="44F77B6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atggacccca aaatcagcga aatgcactcc gcattacgtt tggtggaccc tcagattcaa</w:t>
      </w:r>
    </w:p>
    <w:p w14:paraId="654646E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ctggcagtaa ccagaatggt ggggcgcgat caaaacaacg tcggccccaa ggtttaccca</w:t>
      </w:r>
    </w:p>
    <w:p w14:paraId="541C05D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ataatactgc gtcttggttc accgctctca ctcaacatgg caaggaagac cttaaattcc</w:t>
      </w:r>
    </w:p>
    <w:p w14:paraId="521983E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ctcgaggaca aggcgttcca attaacacca atagcagtcc agatgaccaa attggctact</w:t>
      </w:r>
    </w:p>
    <w:p w14:paraId="37E599CB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accgaagagc taccagacga attcgtggtg gtgacggtaa aatgaaagat ctcagtccaa</w:t>
      </w:r>
    </w:p>
    <w:p w14:paraId="7E49E406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gatggtattt ctactaccta ggaactgggc cagaagctgg acttccctat ggtgctaaca</w:t>
      </w:r>
    </w:p>
    <w:p w14:paraId="73BDADD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aagacggcat catatgggtt gcaactgagg gagccttgaa tacaccaaaa gatcacattg</w:t>
      </w:r>
    </w:p>
    <w:p w14:paraId="4EC408D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gcacccgcaa tcctgctaac aatgctgcaa tcgtgctaca acttcctcaa ggaacaacat</w:t>
      </w:r>
    </w:p>
    <w:p w14:paraId="51952A2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tgccaaaagg cttctacgca gaagggagca gaggcggcag tcaagcctct tctcgttcct</w:t>
      </w:r>
    </w:p>
    <w:p w14:paraId="627EFD8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catcacgtag tcgcaacagt tcaagaaatt caactccagg cagcagtaaa cgaacttctc</w:t>
      </w:r>
    </w:p>
    <w:p w14:paraId="3CD0D1F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ctgctagaat ggctggcaat ggcggtgatg ctgctcttgc tttgctgctg cttgacagat</w:t>
      </w:r>
    </w:p>
    <w:p w14:paraId="3214248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tgaaccagct tgagagcaaa atgtctggta aaggccaaca acaacaaggc caaactgtca</w:t>
      </w:r>
    </w:p>
    <w:p w14:paraId="49CB5964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ctaagaaatc tgctgctgag gcttctaaga agcctcggca aaaacgtact gccactaaag</w:t>
      </w:r>
    </w:p>
    <w:p w14:paraId="19312A3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catacaatgt aacacaagct ttcggcagac gtggtccaga acaaacccaa ggaaattttg</w:t>
      </w:r>
    </w:p>
    <w:p w14:paraId="0E2C83FA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gggaccagga actaatcaga caaggaactg attacaaaca ttggccgcaa attgcacaat</w:t>
      </w:r>
    </w:p>
    <w:p w14:paraId="5CCFD00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ttgcccccag cgcttcagcg ttcttcggaa tgtcgcgcat tggcatggaa gtcacacctt</w:t>
      </w:r>
    </w:p>
    <w:p w14:paraId="2B6D98C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cgggaacgtg gttgacctac acaggtgcca tcaaattgga tgacaaagat ccaaatttca</w:t>
      </w:r>
    </w:p>
    <w:p w14:paraId="268BEA02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aagatcaagt cattttgctg aataagcata ttgacgcata caaaacattc ccaccaacag</w:t>
      </w:r>
    </w:p>
    <w:p w14:paraId="609D1A0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agcctaaaaa ggacaaaaag aagaaggctg atgaaactca agccttaccg cagagacaga</w:t>
      </w:r>
    </w:p>
    <w:p w14:paraId="05FC6D7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agaaacagca aactgtgact cttcttcctg ctgcagattt ggatgatttc tccaaacaat</w:t>
      </w:r>
    </w:p>
    <w:p w14:paraId="3FFF34EF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tgcaacaatc catgagccgt gctgactcaa ctcaggccta aactcatgca gaccacacaa</w:t>
      </w:r>
    </w:p>
    <w:p w14:paraId="3C9E8719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ggcagatggg ctatataaac gttttcgctt ttccgtttac gatatatagt ctactcttgt</w:t>
      </w:r>
    </w:p>
    <w:p w14:paraId="28B18E7E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gcagaatgaa ttctcgtaac tacatagcac aagtagatgt agttaacttt aatctcacat</w:t>
      </w:r>
    </w:p>
    <w:p w14:paraId="3EB44B65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agcaatcttt aatcagtgtg taacattagg gaggacttga aagagccacc acattttcac</w:t>
      </w:r>
    </w:p>
    <w:p w14:paraId="25BD3071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ctacagtgaa caatgctagg gagagctgcc tatatg</w:t>
      </w:r>
    </w:p>
    <w:p w14:paraId="65F83537" w14:textId="77777777" w:rsidR="00360B19" w:rsidRPr="00360B19" w:rsidRDefault="00360B19" w:rsidP="00360B1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60B1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8FB4117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B1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60B1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5A9992"/>
  <w15:chartTrackingRefBased/>
  <w15:docId w15:val="{DE1BCFB2-1858-E640-B4B6-4B66D30E4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5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3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55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31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72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10703</Words>
  <Characters>61008</Characters>
  <Application>Microsoft Office Word</Application>
  <DocSecurity>0</DocSecurity>
  <Lines>508</Lines>
  <Paragraphs>143</Paragraphs>
  <ScaleCrop>false</ScaleCrop>
  <Company/>
  <LinksUpToDate>false</LinksUpToDate>
  <CharactersWithSpaces>71568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2023-03-04T06:45:00Z</dcterms:created>
  <dcterms:modified xsi:type="dcterms:W3CDTF">2023-03-04T06:46:00Z</dcterms:modified>
</cp:coreProperties>
</file>